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83912" w14:textId="77777777" w:rsidR="00BC1507" w:rsidRPr="007E1D19" w:rsidRDefault="00BC1507">
      <w:pPr>
        <w:pStyle w:val="Pealkiri"/>
      </w:pPr>
      <w:r w:rsidRPr="007E1D19">
        <w:t>TÖÖVÕTU</w:t>
      </w:r>
      <w:r w:rsidR="005A1CA9" w:rsidRPr="007E1D19">
        <w:t>LEPING</w:t>
      </w:r>
      <w:r w:rsidR="0067560E">
        <w:t xml:space="preserve"> </w:t>
      </w:r>
      <w:r w:rsidR="0067560E" w:rsidRPr="0067560E">
        <w:t xml:space="preserve">nr </w:t>
      </w:r>
      <w:r w:rsidR="0067560E" w:rsidRPr="0067560E">
        <w:fldChar w:fldCharType="begin"/>
      </w:r>
      <w:r w:rsidR="0067560E" w:rsidRPr="0067560E">
        <w:instrText xml:space="preserve"> MACROBUTTON  AcceptAllChangesInDoc [Sisesta number] </w:instrText>
      </w:r>
      <w:r w:rsidR="0067560E" w:rsidRPr="0067560E">
        <w:fldChar w:fldCharType="end"/>
      </w:r>
    </w:p>
    <w:p w14:paraId="67D22175" w14:textId="77777777" w:rsidR="00C70CB6" w:rsidRPr="008C4BE6" w:rsidRDefault="00C70CB6">
      <w:pPr>
        <w:jc w:val="both"/>
        <w:rPr>
          <w:spacing w:val="0"/>
        </w:rPr>
      </w:pPr>
    </w:p>
    <w:p w14:paraId="035A6F02" w14:textId="77777777" w:rsidR="007E1D19" w:rsidRDefault="00EA4AD1" w:rsidP="007E1D19">
      <w:pPr>
        <w:pStyle w:val="Normaallaadveeb"/>
        <w:jc w:val="right"/>
        <w:rPr>
          <w:rFonts w:eastAsia="Calibri"/>
          <w:szCs w:val="22"/>
        </w:rPr>
      </w:pPr>
      <w:sdt>
        <w:sdtPr>
          <w:rPr>
            <w:rFonts w:eastAsia="Calibri"/>
            <w:szCs w:val="22"/>
          </w:rPr>
          <w:id w:val="448594684"/>
          <w:placeholder>
            <w:docPart w:val="850389C1304F4D35B83F5AE586D9A90C"/>
          </w:placeholder>
          <w:date>
            <w:dateFormat w:val="d.MM.yyyy"/>
            <w:lid w:val="et-EE"/>
            <w:storeMappedDataAs w:val="dateTime"/>
            <w:calendar w:val="gregorian"/>
          </w:date>
        </w:sdtPr>
        <w:sdtEndPr/>
        <w:sdtContent>
          <w:r w:rsidR="007E1D19" w:rsidRPr="004902FD">
            <w:rPr>
              <w:rFonts w:eastAsia="Calibri"/>
              <w:szCs w:val="22"/>
            </w:rPr>
            <w:t>[Vali kuupäev]</w:t>
          </w:r>
        </w:sdtContent>
      </w:sdt>
    </w:p>
    <w:p w14:paraId="3F61499D" w14:textId="77777777" w:rsidR="007E1D19" w:rsidRDefault="007E1D19" w:rsidP="007E1D19">
      <w:pPr>
        <w:pStyle w:val="Normaallaadveeb"/>
        <w:jc w:val="right"/>
        <w:rPr>
          <w:lang w:val="et-EE"/>
        </w:rPr>
      </w:pPr>
      <w:r w:rsidRPr="004C0095">
        <w:rPr>
          <w:rFonts w:eastAsia="Calibri"/>
          <w:szCs w:val="22"/>
          <w:lang w:val="fi-FI"/>
        </w:rPr>
        <w:t>(hiliseima digitaalallkirja kuupäev)</w:t>
      </w:r>
    </w:p>
    <w:p w14:paraId="1251D41F" w14:textId="77777777" w:rsidR="00C70CB6" w:rsidRPr="007E1D19" w:rsidRDefault="00C70CB6" w:rsidP="007E1D19">
      <w:pPr>
        <w:jc w:val="right"/>
        <w:rPr>
          <w:spacing w:val="0"/>
          <w:sz w:val="22"/>
          <w:szCs w:val="22"/>
        </w:rPr>
      </w:pPr>
    </w:p>
    <w:p w14:paraId="684352B2" w14:textId="77777777" w:rsidR="007E1D19" w:rsidRPr="007E1D19" w:rsidRDefault="00BC1507" w:rsidP="007E1D19">
      <w:pPr>
        <w:jc w:val="both"/>
        <w:rPr>
          <w:spacing w:val="0"/>
        </w:rPr>
      </w:pPr>
      <w:r w:rsidRPr="00D83896">
        <w:rPr>
          <w:bCs/>
          <w:spacing w:val="0"/>
        </w:rPr>
        <w:t>Riigimetsa Majandamise Keskus</w:t>
      </w:r>
      <w:r w:rsidRPr="00D83896">
        <w:rPr>
          <w:spacing w:val="0"/>
        </w:rPr>
        <w:t xml:space="preserve">, </w:t>
      </w:r>
      <w:r w:rsidR="007E1D19" w:rsidRPr="00D83896">
        <w:rPr>
          <w:bCs/>
          <w:spacing w:val="0"/>
        </w:rPr>
        <w:t>edaspidi</w:t>
      </w:r>
      <w:r w:rsidR="007E1D19" w:rsidRPr="007E1D19">
        <w:rPr>
          <w:bCs/>
          <w:spacing w:val="0"/>
        </w:rPr>
        <w:t xml:space="preserve"> </w:t>
      </w:r>
      <w:r w:rsidR="007E1D19" w:rsidRPr="007E1D19">
        <w:rPr>
          <w:b/>
          <w:bCs/>
          <w:spacing w:val="0"/>
        </w:rPr>
        <w:t>tellija</w:t>
      </w:r>
      <w:r w:rsidR="007E1D19" w:rsidRPr="007E1D19">
        <w:rPr>
          <w:spacing w:val="0"/>
        </w:rPr>
        <w:t xml:space="preserve">, keda esindab </w:t>
      </w:r>
      <w:sdt>
        <w:sdtPr>
          <w:rPr>
            <w:spacing w:val="0"/>
          </w:rPr>
          <w:tag w:val="Riigimetsa Majandamise Keskuse "/>
          <w:id w:val="-1598098674"/>
          <w:placeholder>
            <w:docPart w:val="B2D6D3C4D06F44009D3EC7E708D086A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E1D19" w:rsidRPr="007E1D19">
            <w:rPr>
              <w:spacing w:val="0"/>
            </w:rPr>
            <w:t>[Vali sobiv]</w:t>
          </w:r>
        </w:sdtContent>
      </w:sdt>
      <w:r w:rsidR="007E1D19" w:rsidRPr="007E1D19">
        <w:rPr>
          <w:spacing w:val="0"/>
        </w:rPr>
        <w:t xml:space="preserve"> </w:t>
      </w:r>
      <w:sdt>
        <w:sdtPr>
          <w:rPr>
            <w:spacing w:val="0"/>
          </w:rPr>
          <w:alias w:val="Vali kuupäev"/>
          <w:tag w:val="Vali kuupäev"/>
          <w:id w:val="-171967024"/>
          <w:placeholder>
            <w:docPart w:val="52BFFEECD75142168D10E2934FD3112A"/>
          </w:placeholder>
          <w:date>
            <w:dateFormat w:val="d.MM.yyyy"/>
            <w:lid w:val="et-EE"/>
            <w:storeMappedDataAs w:val="dateTime"/>
            <w:calendar w:val="gregorian"/>
          </w:date>
        </w:sdtPr>
        <w:sdtEndPr/>
        <w:sdtContent>
          <w:r w:rsidR="007E1D19" w:rsidRPr="007E1D19">
            <w:rPr>
              <w:spacing w:val="0"/>
            </w:rPr>
            <w:t>[Vali kuupäev]</w:t>
          </w:r>
        </w:sdtContent>
      </w:sdt>
      <w:r w:rsidR="007E1D19" w:rsidRPr="007E1D19">
        <w:rPr>
          <w:spacing w:val="0"/>
        </w:rPr>
        <w:t xml:space="preserve"> </w:t>
      </w:r>
      <w:sdt>
        <w:sdtPr>
          <w:rPr>
            <w:spacing w:val="0"/>
          </w:rPr>
          <w:id w:val="-775716232"/>
          <w:placeholder>
            <w:docPart w:val="B2D6D3C4D06F44009D3EC7E708D086A5"/>
          </w:placeholder>
          <w:comboBox>
            <w:listItem w:displayText="otsuse" w:value="otsuse"/>
            <w:listItem w:displayText="käskkirja" w:value="käskkirja"/>
            <w:listItem w:displayText="volikirja" w:value="volikirja"/>
            <w:listItem w:displayText="määruse" w:value="määruse"/>
          </w:comboBox>
        </w:sdtPr>
        <w:sdtEndPr/>
        <w:sdtContent>
          <w:r w:rsidR="007E1D19" w:rsidRPr="007E1D19">
            <w:rPr>
              <w:spacing w:val="0"/>
            </w:rPr>
            <w:t>[Vali sobiv]</w:t>
          </w:r>
        </w:sdtContent>
      </w:sdt>
      <w:r w:rsidR="007E1D19" w:rsidRPr="007E1D19">
        <w:rPr>
          <w:spacing w:val="0"/>
        </w:rPr>
        <w:t xml:space="preserve"> nr </w:t>
      </w:r>
      <w:r w:rsidR="007E1D19" w:rsidRPr="007E1D19">
        <w:rPr>
          <w:spacing w:val="0"/>
        </w:rPr>
        <w:fldChar w:fldCharType="begin"/>
      </w:r>
      <w:r w:rsidR="007E1D19" w:rsidRPr="007E1D19">
        <w:rPr>
          <w:spacing w:val="0"/>
        </w:rPr>
        <w:instrText xml:space="preserve"> MACROBUTTON  AcceptAllChangesInDoc [Sisesta number] </w:instrText>
      </w:r>
      <w:r w:rsidR="007E1D19" w:rsidRPr="007E1D19">
        <w:rPr>
          <w:spacing w:val="0"/>
        </w:rPr>
        <w:fldChar w:fldCharType="end"/>
      </w:r>
      <w:r w:rsidR="007E1D19" w:rsidRPr="007E1D19">
        <w:rPr>
          <w:spacing w:val="0"/>
        </w:rPr>
        <w:t xml:space="preserve">alusel </w:t>
      </w:r>
      <w:r w:rsidR="00380D5F" w:rsidRPr="00380D5F">
        <w:rPr>
          <w:spacing w:val="0"/>
        </w:rPr>
        <w:fldChar w:fldCharType="begin"/>
      </w:r>
      <w:r w:rsidR="00380D5F" w:rsidRPr="00380D5F">
        <w:rPr>
          <w:spacing w:val="0"/>
        </w:rPr>
        <w:instrText xml:space="preserve"> MACROBUTTON  AcceptAllChangesInDoc [Sisesta</w:instrText>
      </w:r>
      <w:r w:rsidR="00380D5F">
        <w:rPr>
          <w:spacing w:val="0"/>
        </w:rPr>
        <w:instrText xml:space="preserve"> ametinimetus]</w:instrText>
      </w:r>
      <w:r w:rsidR="00380D5F" w:rsidRPr="00380D5F">
        <w:rPr>
          <w:spacing w:val="0"/>
        </w:rPr>
        <w:fldChar w:fldCharType="end"/>
      </w:r>
      <w:r w:rsidR="007E1D19" w:rsidRPr="007E1D19">
        <w:rPr>
          <w:rFonts w:eastAsia="Calibri"/>
        </w:rPr>
        <w:t xml:space="preserve"> </w:t>
      </w:r>
      <w:r w:rsidR="00380D5F" w:rsidRPr="00380D5F">
        <w:rPr>
          <w:spacing w:val="0"/>
        </w:rPr>
        <w:fldChar w:fldCharType="begin"/>
      </w:r>
      <w:r w:rsidR="00380D5F" w:rsidRPr="00380D5F">
        <w:rPr>
          <w:spacing w:val="0"/>
        </w:rPr>
        <w:instrText xml:space="preserve"> MACROBUTTON  AcceptAllChangesInDoc [Sisesta eesnimi ja perekonnanimi] </w:instrText>
      </w:r>
      <w:r w:rsidR="00380D5F" w:rsidRPr="00380D5F">
        <w:rPr>
          <w:spacing w:val="0"/>
        </w:rPr>
        <w:fldChar w:fldCharType="end"/>
      </w:r>
      <w:r w:rsidR="007E1D19" w:rsidRPr="007E1D19">
        <w:rPr>
          <w:spacing w:val="0"/>
        </w:rPr>
        <w:t>, ühelt poolt,</w:t>
      </w:r>
    </w:p>
    <w:p w14:paraId="79C861A9" w14:textId="77777777" w:rsidR="00ED00A7" w:rsidRDefault="00ED00A7">
      <w:pPr>
        <w:jc w:val="both"/>
        <w:rPr>
          <w:spacing w:val="0"/>
        </w:rPr>
      </w:pPr>
    </w:p>
    <w:p w14:paraId="175778EC" w14:textId="77777777" w:rsidR="00C70CB6" w:rsidRPr="00343EA3" w:rsidRDefault="007E1D19">
      <w:pPr>
        <w:jc w:val="both"/>
        <w:rPr>
          <w:iCs/>
          <w:spacing w:val="0"/>
        </w:rPr>
      </w:pPr>
      <w:r>
        <w:rPr>
          <w:spacing w:val="0"/>
        </w:rPr>
        <w:t xml:space="preserve">ja </w:t>
      </w:r>
      <w:r>
        <w:rPr>
          <w:spacing w:val="0"/>
        </w:rPr>
        <w:fldChar w:fldCharType="begin"/>
      </w:r>
      <w:r>
        <w:rPr>
          <w:spacing w:val="0"/>
        </w:rPr>
        <w:instrText xml:space="preserve"> MACROBUTTON  AcceptAllChangesInDoc [Sisesta juriidilise isiku nimi], </w:instrText>
      </w:r>
      <w:r>
        <w:rPr>
          <w:spacing w:val="0"/>
        </w:rPr>
        <w:fldChar w:fldCharType="end"/>
      </w:r>
      <w:r w:rsidRPr="004902FD">
        <w:rPr>
          <w:bCs/>
          <w:spacing w:val="0"/>
        </w:rPr>
        <w:t xml:space="preserve">edaspidi </w:t>
      </w:r>
      <w:r>
        <w:rPr>
          <w:b/>
          <w:bCs/>
          <w:spacing w:val="0"/>
        </w:rPr>
        <w:t>töövõtja</w:t>
      </w:r>
      <w:r>
        <w:rPr>
          <w:bCs/>
          <w:spacing w:val="0"/>
        </w:rPr>
        <w:t xml:space="preserve">, </w:t>
      </w:r>
      <w:r w:rsidRPr="005A1CA9">
        <w:rPr>
          <w:iCs/>
          <w:spacing w:val="0"/>
        </w:rPr>
        <w:t xml:space="preserve">keda esindab </w:t>
      </w:r>
      <w:sdt>
        <w:sdtPr>
          <w:rPr>
            <w:spacing w:val="0"/>
          </w:rPr>
          <w:tag w:val="Riigimetsa Majandamise Keskuse "/>
          <w:id w:val="219788717"/>
          <w:placeholder>
            <w:docPart w:val="A80D13F702FD44D988BCE17AEC56165F"/>
          </w:placeholder>
          <w:comboBox>
            <w:listItem w:displayText="põhikirja" w:value="põhikirja"/>
            <w:listItem w:displayText="volikirja" w:value="volikirja"/>
          </w:comboBox>
        </w:sdtPr>
        <w:sdtEndPr/>
        <w:sdtContent>
          <w:r>
            <w:rPr>
              <w:spacing w:val="0"/>
            </w:rPr>
            <w:t>[Vali sobiv]</w:t>
          </w:r>
        </w:sdtContent>
      </w:sdt>
      <w:r w:rsidRPr="005A1CA9">
        <w:rPr>
          <w:iCs/>
          <w:spacing w:val="0"/>
        </w:rPr>
        <w:t xml:space="preserve"> alusel </w:t>
      </w:r>
      <w:r w:rsidR="00380D5F" w:rsidRPr="00380D5F">
        <w:rPr>
          <w:spacing w:val="0"/>
        </w:rPr>
        <w:fldChar w:fldCharType="begin"/>
      </w:r>
      <w:r w:rsidR="00380D5F" w:rsidRPr="00380D5F">
        <w:rPr>
          <w:spacing w:val="0"/>
        </w:rPr>
        <w:instrText xml:space="preserve"> MACROBUTTON  AcceptAllChangesInDoc [Sisesta</w:instrText>
      </w:r>
      <w:r w:rsidR="00380D5F">
        <w:rPr>
          <w:spacing w:val="0"/>
        </w:rPr>
        <w:instrText xml:space="preserve"> ametinimetus]</w:instrText>
      </w:r>
      <w:r w:rsidR="00380D5F" w:rsidRPr="00380D5F">
        <w:rPr>
          <w:spacing w:val="0"/>
        </w:rPr>
        <w:fldChar w:fldCharType="end"/>
      </w:r>
      <w:r w:rsidR="00380D5F">
        <w:rPr>
          <w:rFonts w:eastAsia="Calibri"/>
        </w:rPr>
        <w:t xml:space="preserve"> </w:t>
      </w:r>
      <w:r w:rsidR="00380D5F" w:rsidRPr="00380D5F">
        <w:rPr>
          <w:spacing w:val="0"/>
        </w:rPr>
        <w:fldChar w:fldCharType="begin"/>
      </w:r>
      <w:r w:rsidR="00380D5F" w:rsidRPr="00380D5F">
        <w:rPr>
          <w:spacing w:val="0"/>
        </w:rPr>
        <w:instrText xml:space="preserve"> MACROBUTTON  AcceptAllChangesInDoc [Sisesta eesnimi ja perekonnanimi] </w:instrText>
      </w:r>
      <w:r w:rsidR="00380D5F" w:rsidRPr="00380D5F">
        <w:rPr>
          <w:spacing w:val="0"/>
        </w:rPr>
        <w:fldChar w:fldCharType="end"/>
      </w:r>
      <w:r w:rsidRPr="00343EA3">
        <w:rPr>
          <w:iCs/>
          <w:spacing w:val="0"/>
        </w:rPr>
        <w:t>teiselt poolt,</w:t>
      </w:r>
    </w:p>
    <w:p w14:paraId="11C6B833" w14:textId="77777777" w:rsidR="007E1D19" w:rsidRDefault="007E1D19">
      <w:pPr>
        <w:jc w:val="both"/>
        <w:rPr>
          <w:rFonts w:eastAsia="Calibri"/>
        </w:rPr>
      </w:pPr>
    </w:p>
    <w:p w14:paraId="0F95346D" w14:textId="77777777" w:rsidR="007E1D19" w:rsidRPr="007E1D19" w:rsidRDefault="00380D5F">
      <w:pPr>
        <w:jc w:val="both"/>
        <w:rPr>
          <w:rFonts w:eastAsia="Calibri"/>
        </w:rPr>
      </w:pPr>
      <w:r w:rsidRPr="00380D5F">
        <w:rPr>
          <w:spacing w:val="0"/>
        </w:rPr>
        <w:fldChar w:fldCharType="begin"/>
      </w:r>
      <w:r w:rsidRPr="00380D5F">
        <w:rPr>
          <w:spacing w:val="0"/>
        </w:rPr>
        <w:instrText xml:space="preserve"> MACROBUTTON  AcceptAllChangesInDoc [Sisesta</w:instrText>
      </w:r>
      <w:r>
        <w:rPr>
          <w:spacing w:val="0"/>
        </w:rPr>
        <w:instrText xml:space="preserve"> füüsilisest isikust ettevõtja nimi</w:instrText>
      </w:r>
      <w:r w:rsidRPr="00380D5F">
        <w:rPr>
          <w:spacing w:val="0"/>
        </w:rPr>
        <w:instrText>]</w:instrText>
      </w:r>
      <w:r w:rsidRPr="00380D5F">
        <w:rPr>
          <w:spacing w:val="0"/>
        </w:rPr>
        <w:fldChar w:fldCharType="end"/>
      </w:r>
      <w:r w:rsidR="007E1D19">
        <w:rPr>
          <w:rFonts w:eastAsia="Calibri"/>
        </w:rPr>
        <w:t xml:space="preserve">, </w:t>
      </w:r>
      <w:r w:rsidR="007E1D19" w:rsidRPr="00343EA3">
        <w:rPr>
          <w:iCs/>
          <w:spacing w:val="0"/>
        </w:rPr>
        <w:t xml:space="preserve">edaspidi </w:t>
      </w:r>
      <w:r w:rsidR="007E1D19" w:rsidRPr="00664C77">
        <w:rPr>
          <w:b/>
          <w:iCs/>
          <w:spacing w:val="0"/>
        </w:rPr>
        <w:t>töövõtja</w:t>
      </w:r>
      <w:r w:rsidR="007E1D19" w:rsidRPr="00343EA3">
        <w:rPr>
          <w:iCs/>
          <w:spacing w:val="0"/>
        </w:rPr>
        <w:t>, teiselt poolt,</w:t>
      </w:r>
      <w:r w:rsidR="007E1D19">
        <w:rPr>
          <w:rFonts w:eastAsia="Calibri"/>
        </w:rPr>
        <w:t xml:space="preserve"> </w:t>
      </w:r>
    </w:p>
    <w:p w14:paraId="6A090067" w14:textId="77777777" w:rsidR="007E1D19" w:rsidRPr="008C4BE6" w:rsidRDefault="007E1D19">
      <w:pPr>
        <w:jc w:val="both"/>
        <w:rPr>
          <w:spacing w:val="0"/>
        </w:rPr>
      </w:pPr>
    </w:p>
    <w:p w14:paraId="76616235" w14:textId="77777777" w:rsidR="00BC1507" w:rsidRPr="008C4BE6" w:rsidRDefault="00BC1507">
      <w:pPr>
        <w:jc w:val="both"/>
        <w:rPr>
          <w:spacing w:val="0"/>
        </w:rPr>
      </w:pPr>
      <w:r w:rsidRPr="008C4BE6">
        <w:rPr>
          <w:spacing w:val="0"/>
        </w:rPr>
        <w:t xml:space="preserve">keda nimetatakse edaspidi </w:t>
      </w:r>
      <w:r w:rsidR="00ED00A7">
        <w:rPr>
          <w:b/>
          <w:spacing w:val="0"/>
        </w:rPr>
        <w:t>p</w:t>
      </w:r>
      <w:r w:rsidRPr="008C4BE6">
        <w:rPr>
          <w:b/>
          <w:spacing w:val="0"/>
        </w:rPr>
        <w:t xml:space="preserve">ool </w:t>
      </w:r>
      <w:r w:rsidRPr="008C4BE6">
        <w:rPr>
          <w:spacing w:val="0"/>
        </w:rPr>
        <w:t xml:space="preserve">või </w:t>
      </w:r>
      <w:r w:rsidR="00A728B9">
        <w:rPr>
          <w:spacing w:val="0"/>
        </w:rPr>
        <w:t>ühiselt</w:t>
      </w:r>
      <w:r w:rsidRPr="008C4BE6">
        <w:rPr>
          <w:spacing w:val="0"/>
        </w:rPr>
        <w:t xml:space="preserve"> </w:t>
      </w:r>
      <w:r w:rsidR="00ED00A7">
        <w:rPr>
          <w:b/>
          <w:spacing w:val="0"/>
        </w:rPr>
        <w:t>p</w:t>
      </w:r>
      <w:r w:rsidRPr="008C4BE6">
        <w:rPr>
          <w:b/>
          <w:spacing w:val="0"/>
        </w:rPr>
        <w:t>ooled</w:t>
      </w:r>
      <w:r w:rsidRPr="008C4BE6">
        <w:rPr>
          <w:spacing w:val="0"/>
        </w:rPr>
        <w:t>,</w:t>
      </w:r>
    </w:p>
    <w:p w14:paraId="11016F96" w14:textId="77777777" w:rsidR="00C70CB6" w:rsidRPr="008C4BE6" w:rsidRDefault="00C70CB6">
      <w:pPr>
        <w:jc w:val="both"/>
        <w:rPr>
          <w:spacing w:val="0"/>
        </w:rPr>
      </w:pPr>
    </w:p>
    <w:p w14:paraId="7F22895B" w14:textId="36895BCF"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sdt>
        <w:sdtPr>
          <w:rPr>
            <w:spacing w:val="0"/>
          </w:rPr>
          <w:tag w:val="Riigimetsa Majandamise Keskuse "/>
          <w:id w:val="399262433"/>
          <w:placeholder>
            <w:docPart w:val="FB9AEE6E0B5947899EB7774A98BABABE"/>
          </w:placeholder>
          <w:comboBox>
            <w:listItem w:displayText="hanke" w:value="hanke"/>
            <w:listItem w:displayText="riigihanke" w:value="riigihanke"/>
          </w:comboBox>
        </w:sdtPr>
        <w:sdtEndPr/>
        <w:sdtContent>
          <w:r w:rsidR="00D05B46">
            <w:rPr>
              <w:spacing w:val="0"/>
            </w:rPr>
            <w:t>riigihanke</w:t>
          </w:r>
        </w:sdtContent>
      </w:sdt>
      <w:r w:rsidRPr="00BE19F7">
        <w:rPr>
          <w:spacing w:val="0"/>
        </w:rPr>
        <w:t xml:space="preserve"> 1-47/</w:t>
      </w:r>
      <w:r w:rsidR="00D05B46">
        <w:rPr>
          <w:spacing w:val="0"/>
        </w:rPr>
        <w:t>2809</w:t>
      </w:r>
      <w:r w:rsidRPr="00BE19F7">
        <w:rPr>
          <w:spacing w:val="0"/>
        </w:rPr>
        <w:t xml:space="preserve"> „</w:t>
      </w:r>
      <w:r w:rsidR="00D05B46" w:rsidRPr="00D05B46">
        <w:rPr>
          <w:spacing w:val="0"/>
        </w:rPr>
        <w:t>Elistvere loomapargi karuaia ümbruse haljastustööd</w:t>
      </w:r>
      <w:r w:rsidRPr="00BE19F7">
        <w:rPr>
          <w:spacing w:val="0"/>
        </w:rPr>
        <w:t xml:space="preserve">“ (viitenumber </w:t>
      </w:r>
      <w:r w:rsidR="00EA4AD1">
        <w:rPr>
          <w:spacing w:val="0"/>
        </w:rPr>
        <w:t>263238</w:t>
      </w:r>
      <w:r w:rsidRPr="00BE19F7">
        <w:rPr>
          <w:spacing w:val="0"/>
        </w:rPr>
        <w:t>) tulemusena alljärgnevas:</w:t>
      </w:r>
    </w:p>
    <w:p w14:paraId="6AFC6D47" w14:textId="77777777" w:rsidR="00BC1507" w:rsidRPr="00343EA3" w:rsidRDefault="00BC1507">
      <w:pPr>
        <w:jc w:val="both"/>
        <w:rPr>
          <w:b/>
          <w:spacing w:val="0"/>
        </w:rPr>
      </w:pPr>
    </w:p>
    <w:p w14:paraId="70F93B7E"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246C56F9" w14:textId="77777777"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63054E" w:rsidRPr="00343EA3">
        <w:rPr>
          <w:spacing w:val="0"/>
        </w:rPr>
        <w:t xml:space="preserve">ellijale </w:t>
      </w:r>
      <w:r w:rsidR="001613F5" w:rsidRPr="00343EA3">
        <w:rPr>
          <w:spacing w:val="0"/>
        </w:rPr>
        <w:fldChar w:fldCharType="begin"/>
      </w:r>
      <w:r w:rsidR="001613F5" w:rsidRPr="00343EA3">
        <w:rPr>
          <w:spacing w:val="0"/>
        </w:rPr>
        <w:instrText xml:space="preserve"> MACROBUTTON  AcceptAllChangesInDocAndStopTracking [Sisesta teenus või töö] </w:instrText>
      </w:r>
      <w:r w:rsidR="001613F5" w:rsidRPr="00343EA3">
        <w:rPr>
          <w:spacing w:val="0"/>
        </w:rPr>
        <w:fldChar w:fldCharType="end"/>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6B514E38" w14:textId="77777777" w:rsidR="00BC1507" w:rsidRPr="001E5BB6" w:rsidRDefault="00BC1507" w:rsidP="00F37FB6">
      <w:pPr>
        <w:pStyle w:val="Pealkiri21"/>
        <w:rPr>
          <w:spacing w:val="0"/>
        </w:rPr>
      </w:pPr>
      <w:r w:rsidRPr="001E5BB6">
        <w:rPr>
          <w:spacing w:val="0"/>
        </w:rPr>
        <w:t>Töö peab v</w:t>
      </w:r>
      <w:r w:rsidR="007E1D19" w:rsidRPr="001E5BB6">
        <w:rPr>
          <w:spacing w:val="0"/>
        </w:rPr>
        <w:t>astama järgmistele tingimustele</w:t>
      </w:r>
      <w:r w:rsidR="00E63D30">
        <w:rPr>
          <w:spacing w:val="0"/>
        </w:rPr>
        <w:t>:</w:t>
      </w:r>
      <w:r w:rsidRPr="001E5BB6">
        <w:rPr>
          <w:spacing w:val="0"/>
        </w:rPr>
        <w:t xml:space="preserve"> </w:t>
      </w:r>
      <w:r w:rsidR="00F93ACC" w:rsidRPr="001E5BB6">
        <w:rPr>
          <w:spacing w:val="0"/>
        </w:rPr>
        <w:fldChar w:fldCharType="begin"/>
      </w:r>
      <w:r w:rsidR="00F93ACC" w:rsidRPr="001E5BB6">
        <w:rPr>
          <w:spacing w:val="0"/>
        </w:rPr>
        <w:instrText xml:space="preserve"> MACROBUTTON  AcceptAllChangesInDocAndStopTracking [Sisesta tingimused]</w:instrText>
      </w:r>
      <w:r w:rsidR="00F93ACC" w:rsidRPr="001E5BB6">
        <w:rPr>
          <w:spacing w:val="0"/>
        </w:rPr>
        <w:fldChar w:fldCharType="end"/>
      </w:r>
    </w:p>
    <w:p w14:paraId="2932AA4A" w14:textId="77777777" w:rsidR="00BC1507" w:rsidRPr="00343EA3" w:rsidRDefault="00F93ACC" w:rsidP="00F37FB6">
      <w:pPr>
        <w:pStyle w:val="Pealkiri21"/>
        <w:jc w:val="both"/>
        <w:rPr>
          <w:spacing w:val="0"/>
        </w:rPr>
      </w:pPr>
      <w:r w:rsidRPr="00343EA3">
        <w:rPr>
          <w:spacing w:val="0"/>
        </w:rPr>
        <w:t>Tellija on annab töövõtjale t</w:t>
      </w:r>
      <w:r w:rsidR="00BC1507" w:rsidRPr="00343EA3">
        <w:rPr>
          <w:spacing w:val="0"/>
        </w:rPr>
        <w:t>öö teostamisek</w:t>
      </w:r>
      <w:r w:rsidRPr="00343EA3">
        <w:rPr>
          <w:spacing w:val="0"/>
        </w:rPr>
        <w:t>s järgmist informatsiooni ja ma</w:t>
      </w:r>
      <w:r w:rsidR="00BC1507" w:rsidRPr="00343EA3">
        <w:rPr>
          <w:spacing w:val="0"/>
        </w:rPr>
        <w:t xml:space="preserve">terjalid: </w:t>
      </w:r>
      <w:r w:rsidR="007E1D19" w:rsidRPr="00343EA3">
        <w:rPr>
          <w:spacing w:val="0"/>
        </w:rPr>
        <w:fldChar w:fldCharType="begin"/>
      </w:r>
      <w:r w:rsidR="007E1D19" w:rsidRPr="00343EA3">
        <w:rPr>
          <w:spacing w:val="0"/>
        </w:rPr>
        <w:instrText xml:space="preserve"> MACROBUTTON  AcceptAllChangesInDocAndStopTracking [Sisesta informatsioon ja materjalid] </w:instrText>
      </w:r>
      <w:r w:rsidR="007E1D19" w:rsidRPr="00343EA3">
        <w:rPr>
          <w:spacing w:val="0"/>
        </w:rPr>
        <w:fldChar w:fldCharType="end"/>
      </w:r>
    </w:p>
    <w:p w14:paraId="17BB9ABF"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132C5E44" w14:textId="77777777" w:rsidR="00380D5F" w:rsidRPr="00343EA3" w:rsidRDefault="00BC1507" w:rsidP="00F37FB6">
      <w:pPr>
        <w:pStyle w:val="Pealkiri21"/>
        <w:jc w:val="both"/>
        <w:rPr>
          <w:spacing w:val="0"/>
        </w:rPr>
      </w:pPr>
      <w:r w:rsidRPr="00343EA3">
        <w:rPr>
          <w:spacing w:val="0"/>
        </w:rPr>
        <w:t>Töövõtja p</w:t>
      </w:r>
      <w:r w:rsidR="00F93ACC" w:rsidRPr="00343EA3">
        <w:rPr>
          <w:spacing w:val="0"/>
        </w:rPr>
        <w:t>eab töö tegemisel kinni pidama tellija poolt kehtestatud ja t</w:t>
      </w:r>
      <w:r w:rsidRPr="00343EA3">
        <w:rPr>
          <w:spacing w:val="0"/>
        </w:rPr>
        <w:t>öövõtjale tutvus</w:t>
      </w:r>
      <w:r w:rsidRPr="00343EA3">
        <w:rPr>
          <w:spacing w:val="0"/>
        </w:rPr>
        <w:softHyphen/>
        <w:t>tatud keskkonnanõuetest</w:t>
      </w:r>
      <w:r w:rsidR="00E63D30">
        <w:rPr>
          <w:spacing w:val="0"/>
        </w:rPr>
        <w:t>:</w:t>
      </w:r>
      <w:r w:rsidRPr="00343EA3">
        <w:rPr>
          <w:spacing w:val="0"/>
        </w:rPr>
        <w:t xml:space="preserve"> </w:t>
      </w:r>
      <w:r w:rsidR="00F93ACC" w:rsidRPr="00343EA3">
        <w:rPr>
          <w:spacing w:val="0"/>
        </w:rPr>
        <w:fldChar w:fldCharType="begin"/>
      </w:r>
      <w:r w:rsidR="00F93ACC" w:rsidRPr="00343EA3">
        <w:rPr>
          <w:spacing w:val="0"/>
        </w:rPr>
        <w:instrText>MACROBUTTON  AcceptAllChangesInDoc [Sisesta loetelu]</w:instrText>
      </w:r>
      <w:r w:rsidR="00F93ACC" w:rsidRPr="00343EA3">
        <w:rPr>
          <w:spacing w:val="0"/>
        </w:rPr>
        <w:fldChar w:fldCharType="end"/>
      </w:r>
      <w:r w:rsidRPr="00343EA3">
        <w:rPr>
          <w:spacing w:val="0"/>
        </w:rPr>
        <w:t>.</w:t>
      </w:r>
    </w:p>
    <w:p w14:paraId="2829181E" w14:textId="77777777" w:rsidR="00BC1507" w:rsidRPr="00380D5F" w:rsidRDefault="00BC1507" w:rsidP="00F37FB6">
      <w:pPr>
        <w:jc w:val="both"/>
        <w:rPr>
          <w:spacing w:val="0"/>
        </w:rPr>
      </w:pPr>
    </w:p>
    <w:p w14:paraId="4B8F0054"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480C70A7" w14:textId="77777777"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üle hiljemalt </w:t>
      </w:r>
      <w:sdt>
        <w:sdtPr>
          <w:rPr>
            <w:spacing w:val="0"/>
          </w:rPr>
          <w:id w:val="-1925716707"/>
          <w:placeholder>
            <w:docPart w:val="1347E77B9C7A4B81BC97F71EAF924D55"/>
          </w:placeholder>
          <w:date>
            <w:dateFormat w:val="d.MM.yyyy"/>
            <w:lid w:val="et-EE"/>
            <w:storeMappedDataAs w:val="dateTime"/>
            <w:calendar w:val="gregorian"/>
          </w:date>
        </w:sdtPr>
        <w:sdtEndPr/>
        <w:sdtContent>
          <w:r w:rsidRPr="00343EA3">
            <w:rPr>
              <w:spacing w:val="0"/>
            </w:rPr>
            <w:t>[Vali kuupäev]</w:t>
          </w:r>
          <w:r w:rsidR="00FB6CBB" w:rsidRPr="00343EA3">
            <w:rPr>
              <w:spacing w:val="0"/>
            </w:rPr>
            <w:t>.</w:t>
          </w:r>
        </w:sdtContent>
      </w:sdt>
    </w:p>
    <w:p w14:paraId="204AA437"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6A8A9AE2"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6264C630"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4F140377"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4DD5D8E0"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1FEDF1C1"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06602D91" w14:textId="77777777" w:rsidR="00BC1507" w:rsidRPr="00343EA3" w:rsidRDefault="00FB6CBB" w:rsidP="00F37FB6">
      <w:pPr>
        <w:pStyle w:val="Pealkiri21"/>
        <w:jc w:val="both"/>
        <w:rPr>
          <w:spacing w:val="0"/>
        </w:rPr>
      </w:pPr>
      <w:r w:rsidRPr="00343EA3">
        <w:rPr>
          <w:spacing w:val="0"/>
        </w:rPr>
        <w:t xml:space="preserve">Töövõtja annab </w:t>
      </w:r>
      <w:r w:rsidR="00F93ACC" w:rsidRPr="00343EA3">
        <w:rPr>
          <w:spacing w:val="0"/>
        </w:rPr>
        <w:t>t</w:t>
      </w:r>
      <w:r w:rsidR="00BC1507" w:rsidRPr="00343EA3">
        <w:rPr>
          <w:spacing w:val="0"/>
        </w:rPr>
        <w:t xml:space="preserve">ööle garantiitähtajaga </w:t>
      </w:r>
      <w:r w:rsidR="00F93ACC" w:rsidRPr="00343EA3">
        <w:rPr>
          <w:spacing w:val="0"/>
        </w:rPr>
        <w:fldChar w:fldCharType="begin"/>
      </w:r>
      <w:r w:rsidR="00F93ACC" w:rsidRPr="00343EA3">
        <w:rPr>
          <w:spacing w:val="0"/>
        </w:rPr>
        <w:instrText xml:space="preserve"> MACROBUTTON  AcceptAllChangesInDocAndStopTracking [Sisesta number]</w:instrText>
      </w:r>
      <w:r w:rsidR="00F93ACC" w:rsidRPr="00343EA3">
        <w:rPr>
          <w:spacing w:val="0"/>
        </w:rPr>
        <w:fldChar w:fldCharType="end"/>
      </w:r>
      <w:r w:rsidR="00F93ACC" w:rsidRPr="00343EA3">
        <w:rPr>
          <w:spacing w:val="0"/>
        </w:rPr>
        <w:t xml:space="preserve"> aastat arvates töö vastuvõtmisest t</w:t>
      </w:r>
      <w:r w:rsidR="00BC1507" w:rsidRPr="00343EA3">
        <w:rPr>
          <w:spacing w:val="0"/>
        </w:rPr>
        <w:t>ellija poolt</w:t>
      </w:r>
      <w:r w:rsidR="00F93ACC" w:rsidRPr="00343EA3">
        <w:rPr>
          <w:spacing w:val="0"/>
        </w:rPr>
        <w:t>. Garantiiaja jooksul kohustub t</w:t>
      </w:r>
      <w:r w:rsidR="00BC1507" w:rsidRPr="00343EA3">
        <w:rPr>
          <w:spacing w:val="0"/>
        </w:rPr>
        <w:t>öövõtja omal k</w:t>
      </w:r>
      <w:r w:rsidR="00F93ACC" w:rsidRPr="00343EA3">
        <w:rPr>
          <w:spacing w:val="0"/>
        </w:rPr>
        <w:t>ulul ja vahenditega kõrvaldama t</w:t>
      </w:r>
      <w:r w:rsidR="00BC1507" w:rsidRPr="00343EA3">
        <w:rPr>
          <w:spacing w:val="0"/>
        </w:rPr>
        <w:t>öös esinevad puudused. Töö</w:t>
      </w:r>
      <w:r w:rsidR="00F93ACC" w:rsidRPr="00343EA3">
        <w:rPr>
          <w:spacing w:val="0"/>
        </w:rPr>
        <w:t xml:space="preserve">võtja on kohustatud reageerima </w:t>
      </w:r>
      <w:r w:rsidR="00F93ACC" w:rsidRPr="00343EA3">
        <w:rPr>
          <w:spacing w:val="0"/>
        </w:rPr>
        <w:lastRenderedPageBreak/>
        <w:t>tellija informatsioonile t</w:t>
      </w:r>
      <w:r w:rsidR="00BC1507" w:rsidRPr="00343EA3">
        <w:rPr>
          <w:spacing w:val="0"/>
        </w:rPr>
        <w:t xml:space="preserve">öö puuduste kohta 48 (neljakümne </w:t>
      </w:r>
      <w:r w:rsidR="00F93ACC" w:rsidRPr="00343EA3">
        <w:rPr>
          <w:spacing w:val="0"/>
        </w:rPr>
        <w:t>kaheksa) tunni jooksul arvates t</w:t>
      </w:r>
      <w:r w:rsidR="00BC1507" w:rsidRPr="00343EA3">
        <w:rPr>
          <w:spacing w:val="0"/>
        </w:rPr>
        <w:t xml:space="preserve">ellija vastava informatsiooni saamisest. </w:t>
      </w:r>
      <w:r w:rsidR="005A1CA9" w:rsidRPr="00343EA3">
        <w:rPr>
          <w:spacing w:val="0"/>
        </w:rPr>
        <w:t>Leping</w:t>
      </w:r>
      <w:r w:rsidR="00BC1507" w:rsidRPr="00343EA3">
        <w:rPr>
          <w:spacing w:val="0"/>
        </w:rPr>
        <w:t>uga ettenähtud garantiitähtae</w:t>
      </w:r>
      <w:r w:rsidR="00CA6104" w:rsidRPr="00343EA3">
        <w:rPr>
          <w:spacing w:val="0"/>
        </w:rPr>
        <w:t>g pikeneb selle aja võrra, mil töövõtja teostab t</w:t>
      </w:r>
      <w:r w:rsidR="00BC1507" w:rsidRPr="00343EA3">
        <w:rPr>
          <w:spacing w:val="0"/>
        </w:rPr>
        <w:t xml:space="preserve">öö puuduste kõrvaldamist. </w:t>
      </w:r>
      <w:r w:rsidR="005A1CA9" w:rsidRPr="00343EA3">
        <w:rPr>
          <w:spacing w:val="0"/>
        </w:rPr>
        <w:t>Leping</w:t>
      </w:r>
      <w:r w:rsidR="00BC1507" w:rsidRPr="00343EA3">
        <w:rPr>
          <w:spacing w:val="0"/>
        </w:rPr>
        <w:t>uga ettenäh</w:t>
      </w:r>
      <w:r w:rsidR="00CA6104" w:rsidRPr="00343EA3">
        <w:rPr>
          <w:spacing w:val="0"/>
        </w:rPr>
        <w:t>tud garantii kehtib juhul, kui t</w:t>
      </w:r>
      <w:r w:rsidR="00BC1507" w:rsidRPr="00343EA3">
        <w:rPr>
          <w:spacing w:val="0"/>
        </w:rPr>
        <w:t>ellija ises</w:t>
      </w:r>
      <w:r w:rsidR="00CA6104" w:rsidRPr="00343EA3">
        <w:rPr>
          <w:spacing w:val="0"/>
        </w:rPr>
        <w:t>eisvalt ei tööta ümber ega tee t</w:t>
      </w:r>
      <w:r w:rsidR="00BC1507" w:rsidRPr="00343EA3">
        <w:rPr>
          <w:spacing w:val="0"/>
        </w:rPr>
        <w:t>öös täiendusi ja/või muudatusi</w:t>
      </w:r>
      <w:r w:rsidRPr="00343EA3">
        <w:rPr>
          <w:spacing w:val="0"/>
        </w:rPr>
        <w:t>.</w:t>
      </w:r>
    </w:p>
    <w:p w14:paraId="32C0CCD9" w14:textId="77777777" w:rsidR="004F007F" w:rsidRPr="00380D5F" w:rsidRDefault="004F007F" w:rsidP="00F37FB6">
      <w:pPr>
        <w:jc w:val="both"/>
        <w:rPr>
          <w:spacing w:val="0"/>
        </w:rPr>
      </w:pPr>
    </w:p>
    <w:p w14:paraId="297F6B03"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18392530" w14:textId="77777777" w:rsidR="00BC1507" w:rsidRPr="00380D5F" w:rsidRDefault="00BC1507" w:rsidP="00F37FB6">
      <w:pPr>
        <w:pStyle w:val="Pealkiri21"/>
        <w:jc w:val="both"/>
        <w:rPr>
          <w:spacing w:val="0"/>
        </w:rPr>
      </w:pPr>
      <w:r w:rsidRPr="00380D5F">
        <w:rPr>
          <w:spacing w:val="0"/>
        </w:rPr>
        <w:t>Tell</w:t>
      </w:r>
      <w:r w:rsidR="00CA6104" w:rsidRPr="00380D5F">
        <w:rPr>
          <w:spacing w:val="0"/>
        </w:rPr>
        <w:t>ija maksab töövõtjale t</w:t>
      </w:r>
      <w:r w:rsidRPr="00380D5F">
        <w:rPr>
          <w:spacing w:val="0"/>
        </w:rPr>
        <w:t xml:space="preserve">öö teostamise eest tasu summas </w:t>
      </w:r>
      <w:r w:rsidR="00FB6CBB" w:rsidRPr="00343EA3">
        <w:rPr>
          <w:spacing w:val="0"/>
        </w:rPr>
        <w:fldChar w:fldCharType="begin"/>
      </w:r>
      <w:r w:rsidR="00FB6CBB" w:rsidRPr="00343EA3">
        <w:rPr>
          <w:spacing w:val="0"/>
        </w:rPr>
        <w:instrText xml:space="preserve"> MACROBUTTON  AcceptAllChangesInDoc [Sisesta summa] </w:instrText>
      </w:r>
      <w:r w:rsidR="00FB6CBB" w:rsidRPr="00343EA3">
        <w:rPr>
          <w:spacing w:val="0"/>
        </w:rPr>
        <w:fldChar w:fldCharType="end"/>
      </w:r>
      <w:r w:rsidR="00FB6CBB" w:rsidRPr="00343EA3">
        <w:rPr>
          <w:spacing w:val="0"/>
        </w:rPr>
        <w:t>(</w:t>
      </w:r>
      <w:r w:rsidR="00FB6CBB" w:rsidRPr="00343EA3">
        <w:rPr>
          <w:spacing w:val="0"/>
        </w:rPr>
        <w:fldChar w:fldCharType="begin"/>
      </w:r>
      <w:r w:rsidR="00FB6CBB" w:rsidRPr="00343EA3">
        <w:rPr>
          <w:spacing w:val="0"/>
        </w:rPr>
        <w:instrText xml:space="preserve"> MACROBUTTON  AcceptAllChangesInDoc [Sisesta summa sõnadega]) </w:instrText>
      </w:r>
      <w:r w:rsidR="00FB6CBB" w:rsidRPr="00343EA3">
        <w:rPr>
          <w:spacing w:val="0"/>
        </w:rPr>
        <w:fldChar w:fldCharType="end"/>
      </w:r>
      <w:r w:rsidR="004F007F" w:rsidRPr="00380D5F">
        <w:rPr>
          <w:spacing w:val="0"/>
        </w:rPr>
        <w:t>eurot, millele lisandub käibemaks.</w:t>
      </w:r>
      <w:r w:rsidR="006D0AD9" w:rsidRPr="00380D5F">
        <w:rPr>
          <w:spacing w:val="0"/>
        </w:rPr>
        <w:t xml:space="preserve"> </w:t>
      </w:r>
    </w:p>
    <w:p w14:paraId="635466C5" w14:textId="77777777" w:rsidR="0051635F" w:rsidRDefault="00A3137D" w:rsidP="008639BE">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E-arveldaja, mis asub ettevõtjaportaalis https://www.rik.ee/et/e-arveldaja.</w:t>
      </w:r>
    </w:p>
    <w:p w14:paraId="37F78695" w14:textId="77777777" w:rsidR="00BC1507" w:rsidRPr="0051635F" w:rsidRDefault="00CA6104" w:rsidP="0051635F">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2DF2D500" w14:textId="77777777" w:rsidR="00A3137D" w:rsidRPr="00343EA3" w:rsidRDefault="00A3137D" w:rsidP="00F37FB6">
      <w:pPr>
        <w:jc w:val="both"/>
        <w:rPr>
          <w:spacing w:val="0"/>
        </w:rPr>
      </w:pPr>
    </w:p>
    <w:p w14:paraId="57E236CB" w14:textId="77777777" w:rsidR="00BC1507" w:rsidRPr="00343EA3" w:rsidRDefault="00BC1507" w:rsidP="00F37FB6">
      <w:pPr>
        <w:pStyle w:val="Pealkiri11"/>
        <w:jc w:val="both"/>
        <w:rPr>
          <w:b/>
          <w:spacing w:val="0"/>
        </w:rPr>
      </w:pPr>
      <w:r w:rsidRPr="00343EA3">
        <w:rPr>
          <w:b/>
          <w:spacing w:val="0"/>
        </w:rPr>
        <w:t>Poolte vastutus</w:t>
      </w:r>
    </w:p>
    <w:p w14:paraId="1C5CE2C3"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32742496"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2CAC6EDA"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6E256B4C"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2C92351A"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000BEEE8" w14:textId="77777777" w:rsidR="00185D39" w:rsidRPr="00343EA3" w:rsidRDefault="00185D39" w:rsidP="00F37FB6">
      <w:pPr>
        <w:jc w:val="both"/>
        <w:rPr>
          <w:b/>
          <w:spacing w:val="0"/>
        </w:rPr>
      </w:pPr>
    </w:p>
    <w:p w14:paraId="64D8E031"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6F1DB48E" w14:textId="77777777" w:rsidR="004F007F" w:rsidRPr="00343EA3" w:rsidRDefault="00185D39" w:rsidP="00F37FB6">
      <w:pPr>
        <w:pStyle w:val="Pealkiri21"/>
        <w:jc w:val="both"/>
        <w:rPr>
          <w:spacing w:val="0"/>
        </w:rPr>
      </w:pPr>
      <w:r w:rsidRPr="00343EA3">
        <w:rPr>
          <w:spacing w:val="0"/>
        </w:rPr>
        <w:t xml:space="preserve">Tellija esindaja on RMK </w:t>
      </w:r>
      <w:r w:rsidR="004F007F" w:rsidRPr="00343EA3">
        <w:rPr>
          <w:spacing w:val="0"/>
        </w:rPr>
        <w:fldChar w:fldCharType="begin"/>
      </w:r>
      <w:r w:rsidR="004F007F" w:rsidRPr="00343EA3">
        <w:rPr>
          <w:spacing w:val="0"/>
        </w:rPr>
        <w:instrText xml:space="preserve"> MACROBUTTON  AcceptAllChangesInDoc [Sisesta ametinimetus] </w:instrText>
      </w:r>
      <w:r w:rsidR="004F007F" w:rsidRPr="00343EA3">
        <w:rPr>
          <w:spacing w:val="0"/>
        </w:rPr>
        <w:fldChar w:fldCharType="end"/>
      </w:r>
      <w:r w:rsidR="004F007F" w:rsidRPr="00343EA3">
        <w:rPr>
          <w:spacing w:val="0"/>
        </w:rPr>
        <w:fldChar w:fldCharType="begin"/>
      </w:r>
      <w:r w:rsidR="004F007F" w:rsidRPr="00343EA3">
        <w:rPr>
          <w:spacing w:val="0"/>
        </w:rPr>
        <w:instrText xml:space="preserve"> MACROBUTTON  AcceptAllChangesInDoc [Sisesta eesnimi ja perekonnanimi] </w:instrText>
      </w:r>
      <w:r w:rsidR="004F007F" w:rsidRPr="00343EA3">
        <w:rPr>
          <w:spacing w:val="0"/>
        </w:rPr>
        <w:fldChar w:fldCharType="end"/>
      </w:r>
      <w:r w:rsidR="004F007F" w:rsidRPr="00343EA3">
        <w:rPr>
          <w:spacing w:val="0"/>
        </w:rPr>
        <w:t xml:space="preserve">tel </w:t>
      </w:r>
      <w:r w:rsidR="004F007F" w:rsidRPr="00380D5F">
        <w:rPr>
          <w:spacing w:val="0"/>
        </w:rPr>
        <w:fldChar w:fldCharType="begin"/>
      </w:r>
      <w:r w:rsidR="004F007F" w:rsidRPr="00380D5F">
        <w:rPr>
          <w:spacing w:val="0"/>
        </w:rPr>
        <w:instrText xml:space="preserve"> MACROBUTTON  AcceptAllChangesInDoc [Sisesta number] </w:instrText>
      </w:r>
      <w:r w:rsidR="004F007F" w:rsidRPr="00380D5F">
        <w:rPr>
          <w:spacing w:val="0"/>
        </w:rPr>
        <w:fldChar w:fldCharType="end"/>
      </w:r>
      <w:r w:rsidR="004F007F" w:rsidRPr="00343EA3">
        <w:rPr>
          <w:spacing w:val="0"/>
        </w:rPr>
        <w:t xml:space="preserve">e-post </w:t>
      </w:r>
      <w:r w:rsidR="004F007F" w:rsidRPr="00343EA3">
        <w:rPr>
          <w:spacing w:val="0"/>
        </w:rPr>
        <w:fldChar w:fldCharType="begin"/>
      </w:r>
      <w:r w:rsidR="004F007F" w:rsidRPr="00343EA3">
        <w:rPr>
          <w:spacing w:val="0"/>
        </w:rPr>
        <w:instrText xml:space="preserve"> MACROBUTTON  AcceptAllChangesInDoc [Sisesta e-post] </w:instrText>
      </w:r>
      <w:r w:rsidR="004F007F" w:rsidRPr="00343EA3">
        <w:rPr>
          <w:spacing w:val="0"/>
        </w:rPr>
        <w:fldChar w:fldCharType="end"/>
      </w:r>
    </w:p>
    <w:p w14:paraId="61A4A39F" w14:textId="77777777" w:rsidR="004F007F" w:rsidRPr="00343EA3" w:rsidRDefault="004F007F" w:rsidP="00F37FB6">
      <w:pPr>
        <w:pStyle w:val="Pealkiri21"/>
        <w:jc w:val="both"/>
        <w:rPr>
          <w:spacing w:val="0"/>
        </w:rPr>
      </w:pPr>
      <w:r w:rsidRPr="00343EA3">
        <w:rPr>
          <w:spacing w:val="0"/>
        </w:rPr>
        <w:t xml:space="preserve">Töövõtja esindaja on </w:t>
      </w:r>
      <w:r w:rsidRPr="00343EA3">
        <w:rPr>
          <w:spacing w:val="0"/>
        </w:rPr>
        <w:fldChar w:fldCharType="begin"/>
      </w:r>
      <w:r w:rsidRPr="00343EA3">
        <w:rPr>
          <w:spacing w:val="0"/>
        </w:rPr>
        <w:instrText xml:space="preserve"> MACROBUTTON  AcceptAllChangesInDoc [Sisesta ametinimetus] </w:instrText>
      </w:r>
      <w:r w:rsidRPr="00343EA3">
        <w:rPr>
          <w:spacing w:val="0"/>
        </w:rPr>
        <w:fldChar w:fldCharType="end"/>
      </w:r>
      <w:r w:rsidRPr="00343EA3">
        <w:rPr>
          <w:spacing w:val="0"/>
        </w:rPr>
        <w:fldChar w:fldCharType="begin"/>
      </w:r>
      <w:r w:rsidRPr="00343EA3">
        <w:rPr>
          <w:spacing w:val="0"/>
        </w:rPr>
        <w:instrText xml:space="preserve"> MACROBUTTON  AcceptAllChangesInDoc [Sisesta eesnimi ja perekonnanimi] </w:instrText>
      </w:r>
      <w:r w:rsidRPr="00343EA3">
        <w:rPr>
          <w:spacing w:val="0"/>
        </w:rPr>
        <w:fldChar w:fldCharType="end"/>
      </w:r>
      <w:r w:rsidRPr="00343EA3">
        <w:rPr>
          <w:spacing w:val="0"/>
        </w:rPr>
        <w:t xml:space="preserve">tel </w:t>
      </w:r>
      <w:r w:rsidRPr="00380D5F">
        <w:rPr>
          <w:spacing w:val="0"/>
        </w:rPr>
        <w:fldChar w:fldCharType="begin"/>
      </w:r>
      <w:r w:rsidRPr="00380D5F">
        <w:rPr>
          <w:spacing w:val="0"/>
        </w:rPr>
        <w:instrText xml:space="preserve"> MACROBUTTON  AcceptAllChangesInDoc [Sisesta number] </w:instrText>
      </w:r>
      <w:r w:rsidRPr="00380D5F">
        <w:rPr>
          <w:spacing w:val="0"/>
        </w:rPr>
        <w:fldChar w:fldCharType="end"/>
      </w:r>
      <w:r w:rsidRPr="00343EA3">
        <w:rPr>
          <w:spacing w:val="0"/>
        </w:rPr>
        <w:t xml:space="preserve">e-post </w:t>
      </w:r>
      <w:r w:rsidRPr="00343EA3">
        <w:rPr>
          <w:spacing w:val="0"/>
        </w:rPr>
        <w:fldChar w:fldCharType="begin"/>
      </w:r>
      <w:r w:rsidRPr="00343EA3">
        <w:rPr>
          <w:spacing w:val="0"/>
        </w:rPr>
        <w:instrText xml:space="preserve"> MACROBUTTON  AcceptAllChangesInDoc [Sisesta e-post] </w:instrText>
      </w:r>
      <w:r w:rsidRPr="00343EA3">
        <w:rPr>
          <w:spacing w:val="0"/>
        </w:rPr>
        <w:fldChar w:fldCharType="end"/>
      </w:r>
    </w:p>
    <w:p w14:paraId="0425E44E" w14:textId="77777777" w:rsidR="00BC1507" w:rsidRPr="00380D5F" w:rsidRDefault="00BC1507" w:rsidP="00F37FB6">
      <w:pPr>
        <w:jc w:val="both"/>
        <w:rPr>
          <w:spacing w:val="0"/>
        </w:rPr>
      </w:pPr>
    </w:p>
    <w:p w14:paraId="3CB43A23" w14:textId="77777777" w:rsidR="00BC1507" w:rsidRPr="00343EA3" w:rsidRDefault="00BC1507" w:rsidP="00F37FB6">
      <w:pPr>
        <w:pStyle w:val="Pealkiri11"/>
        <w:jc w:val="both"/>
        <w:rPr>
          <w:b/>
          <w:spacing w:val="0"/>
        </w:rPr>
      </w:pPr>
      <w:r w:rsidRPr="00343EA3">
        <w:rPr>
          <w:b/>
          <w:spacing w:val="0"/>
        </w:rPr>
        <w:t>Teadete edastamine</w:t>
      </w:r>
    </w:p>
    <w:p w14:paraId="69271439" w14:textId="77777777"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p>
    <w:p w14:paraId="1B3FC1CD" w14:textId="77777777" w:rsidR="00FB6CBB" w:rsidRPr="00343EA3" w:rsidRDefault="00FB6CBB" w:rsidP="00F37FB6">
      <w:pPr>
        <w:pStyle w:val="Pealkiri21"/>
        <w:jc w:val="both"/>
        <w:rPr>
          <w:spacing w:val="0"/>
        </w:rPr>
      </w:pPr>
      <w:r w:rsidRPr="00343EA3">
        <w:rPr>
          <w:spacing w:val="0"/>
        </w:rPr>
        <w:t>E-kirja teel edastatud teated peetakse kättesaaduks alates teate edastamisele järgnevast tööpäevast.</w:t>
      </w:r>
    </w:p>
    <w:p w14:paraId="77FA88F2" w14:textId="77777777" w:rsidR="008639BE" w:rsidRPr="00854E82" w:rsidRDefault="00FB6CBB" w:rsidP="00854E82">
      <w:pPr>
        <w:pStyle w:val="Pealkiri21"/>
        <w:jc w:val="both"/>
        <w:rPr>
          <w:spacing w:val="0"/>
        </w:rPr>
      </w:pPr>
      <w:r w:rsidRPr="00343EA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164A3F3" w14:textId="77777777" w:rsidR="00185D39" w:rsidRPr="00380D5F" w:rsidRDefault="00185D39" w:rsidP="00F37FB6">
      <w:pPr>
        <w:jc w:val="both"/>
        <w:rPr>
          <w:spacing w:val="0"/>
        </w:rPr>
      </w:pPr>
    </w:p>
    <w:p w14:paraId="6CF27AD0"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2D5E8017" w14:textId="77777777" w:rsidR="005411DF" w:rsidRPr="005411DF" w:rsidRDefault="005411DF" w:rsidP="005411DF">
      <w:pPr>
        <w:pStyle w:val="Pealkiri21"/>
        <w:rPr>
          <w:spacing w:val="0"/>
        </w:rPr>
      </w:pPr>
      <w:r>
        <w:lastRenderedPageBreak/>
        <w:t xml:space="preserve">Leping kehtib alates </w:t>
      </w:r>
      <w:sdt>
        <w:sdtPr>
          <w:id w:val="-1408993187"/>
          <w:placeholder>
            <w:docPart w:val="C1306C5074F44B3CADEB9CB228799D24"/>
          </w:placeholder>
          <w:date>
            <w:dateFormat w:val="d.MM.yyyy"/>
            <w:lid w:val="et-EE"/>
            <w:storeMappedDataAs w:val="dateTime"/>
            <w:calendar w:val="gregorian"/>
          </w:date>
        </w:sdtPr>
        <w:sdtEndPr/>
        <w:sdtContent>
          <w:r>
            <w:t>[Vali kuupäev]</w:t>
          </w:r>
        </w:sdtContent>
      </w:sdt>
      <w:r>
        <w:t xml:space="preserve"> kuni </w:t>
      </w:r>
      <w:sdt>
        <w:sdtPr>
          <w:id w:val="1700428363"/>
          <w:placeholder>
            <w:docPart w:val="B9C153AB00EC43E5A85C5F32C238AA77"/>
          </w:placeholder>
          <w:date>
            <w:dateFormat w:val="d.MM.yyyy"/>
            <w:lid w:val="et-EE"/>
            <w:storeMappedDataAs w:val="dateTime"/>
            <w:calendar w:val="gregorian"/>
          </w:date>
        </w:sdtPr>
        <w:sdtEndPr/>
        <w:sdtContent>
          <w:r>
            <w:t>[Vali kuupäev]</w:t>
          </w:r>
        </w:sdtContent>
      </w:sdt>
      <w:r>
        <w:t xml:space="preserve"> ja/või </w:t>
      </w:r>
      <w:r w:rsidR="00854E82">
        <w:t xml:space="preserve">kuni </w:t>
      </w:r>
      <w:r>
        <w:t>kõikide lepinguliste kohustuste täitmiseni mõlema poole poolt.</w:t>
      </w:r>
    </w:p>
    <w:p w14:paraId="1D64B605" w14:textId="77777777" w:rsidR="00185D39" w:rsidRPr="00343EA3" w:rsidRDefault="00185D39" w:rsidP="00F37FB6">
      <w:pPr>
        <w:pStyle w:val="Pealkiri21"/>
        <w:jc w:val="both"/>
        <w:rPr>
          <w:spacing w:val="0"/>
        </w:rPr>
      </w:pPr>
      <w:r w:rsidRPr="00343EA3">
        <w:rPr>
          <w:spacing w:val="0"/>
        </w:rPr>
        <w:t>Tellija võib lepingu igal ajal olenemata põhjusest etteteatamistähtajata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3BA7921E"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269D5A7F"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7DA58C8E" w14:textId="77777777" w:rsidR="00185D39" w:rsidRPr="00380D5F" w:rsidRDefault="00185D39" w:rsidP="00F37FB6">
      <w:pPr>
        <w:jc w:val="both"/>
        <w:rPr>
          <w:spacing w:val="0"/>
        </w:rPr>
      </w:pPr>
    </w:p>
    <w:p w14:paraId="530E1C4B" w14:textId="77777777" w:rsidR="00BC1507" w:rsidRPr="00343EA3" w:rsidRDefault="00BC1507" w:rsidP="00F37FB6">
      <w:pPr>
        <w:pStyle w:val="Pealkiri11"/>
        <w:jc w:val="both"/>
        <w:rPr>
          <w:b/>
          <w:spacing w:val="0"/>
        </w:rPr>
      </w:pPr>
      <w:r w:rsidRPr="00343EA3">
        <w:rPr>
          <w:b/>
          <w:spacing w:val="0"/>
        </w:rPr>
        <w:t>Lõppsätted</w:t>
      </w:r>
    </w:p>
    <w:p w14:paraId="5F605B10" w14:textId="77777777" w:rsidR="00F5332E"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oolte poolt kirjalikult määratud tähtajal.</w:t>
      </w:r>
    </w:p>
    <w:p w14:paraId="0E924B48" w14:textId="77777777" w:rsidR="00F5332E" w:rsidRPr="00F5332E" w:rsidRDefault="00F5332E" w:rsidP="00F5332E">
      <w:pPr>
        <w:pStyle w:val="Pealkiri21"/>
        <w:ind w:left="578" w:hanging="578"/>
        <w:jc w:val="both"/>
        <w:rPr>
          <w:spacing w:val="0"/>
        </w:rPr>
      </w:pPr>
      <w:r w:rsidRPr="00F5332E">
        <w:rPr>
          <w:spacing w:val="0"/>
        </w:rPr>
        <w:t>Pooled kohustuvad lepingu kehtivuse ajal hoidma konfidentsiaalsena kõik seoses lepingu täitmisega teatavaks saanud andmed ja isikuandmed.</w:t>
      </w:r>
    </w:p>
    <w:p w14:paraId="1D5ED429" w14:textId="77777777" w:rsidR="00BC1507" w:rsidRPr="00F5332E" w:rsidRDefault="00F5332E" w:rsidP="00F5332E">
      <w:pPr>
        <w:pStyle w:val="Pealkiri21"/>
        <w:ind w:left="578" w:hanging="578"/>
        <w:jc w:val="both"/>
        <w:rPr>
          <w:spacing w:val="0"/>
        </w:rPr>
      </w:pPr>
      <w:r w:rsidRPr="00F5332E">
        <w:rPr>
          <w:spacing w:val="0"/>
        </w:rPr>
        <w:t>Lepingule on lisatud andmetöötluse tingimused volitatud töötlejale (lisa).</w:t>
      </w:r>
      <w:r w:rsidR="00BC1507" w:rsidRPr="00F5332E">
        <w:rPr>
          <w:spacing w:val="0"/>
        </w:rPr>
        <w:t xml:space="preserve"> </w:t>
      </w:r>
    </w:p>
    <w:p w14:paraId="59FDFBEA"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7FB623BC" w14:textId="77777777" w:rsidR="00827963" w:rsidRPr="00343EA3" w:rsidRDefault="00EA4AD1" w:rsidP="00F37FB6">
      <w:pPr>
        <w:pStyle w:val="Pealkiri21"/>
        <w:ind w:left="578" w:hanging="578"/>
        <w:jc w:val="both"/>
        <w:rPr>
          <w:spacing w:val="0"/>
        </w:rPr>
      </w:pPr>
      <w:sdt>
        <w:sdtPr>
          <w:rPr>
            <w:spacing w:val="0"/>
          </w:rPr>
          <w:id w:val="-189151537"/>
          <w:placeholder>
            <w:docPart w:val="C94FBCF5827C42B18E218CE4FCDC577E"/>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CA6104" w:rsidRPr="00343EA3">
            <w:rPr>
              <w:spacing w:val="0"/>
            </w:rPr>
            <w:t>[Vali sobiv]</w:t>
          </w:r>
        </w:sdtContent>
      </w:sdt>
    </w:p>
    <w:p w14:paraId="0985DA70" w14:textId="77777777" w:rsidR="0063054E" w:rsidRPr="00343EA3" w:rsidRDefault="0063054E">
      <w:pPr>
        <w:spacing w:line="240" w:lineRule="exact"/>
        <w:jc w:val="both"/>
        <w:rPr>
          <w:spacing w:val="0"/>
        </w:rPr>
      </w:pPr>
    </w:p>
    <w:p w14:paraId="6F19A6F8" w14:textId="77777777" w:rsidR="00185D39" w:rsidRDefault="00185D39">
      <w:pPr>
        <w:spacing w:line="240" w:lineRule="exact"/>
        <w:jc w:val="both"/>
        <w:rPr>
          <w:b/>
          <w:spacing w:val="0"/>
        </w:rPr>
      </w:pPr>
    </w:p>
    <w:p w14:paraId="46275F58" w14:textId="77777777" w:rsidR="00BC1507" w:rsidRPr="008C4BE6" w:rsidRDefault="00FB6CBB">
      <w:pPr>
        <w:spacing w:line="240" w:lineRule="exact"/>
        <w:jc w:val="both"/>
        <w:rPr>
          <w:b/>
          <w:spacing w:val="0"/>
        </w:rPr>
      </w:pPr>
      <w:r>
        <w:rPr>
          <w:b/>
          <w:spacing w:val="0"/>
        </w:rPr>
        <w:t>Poolte andmed ja allkirjad</w:t>
      </w:r>
    </w:p>
    <w:p w14:paraId="6F81987E" w14:textId="77777777" w:rsidR="00185D39" w:rsidRPr="008C4BE6" w:rsidRDefault="00185D39" w:rsidP="00185D39">
      <w:pPr>
        <w:pStyle w:val="Pealkiri4"/>
        <w:ind w:left="0" w:firstLine="0"/>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7EDA5303" w14:textId="77777777" w:rsidTr="00787786">
        <w:tc>
          <w:tcPr>
            <w:tcW w:w="4502" w:type="dxa"/>
          </w:tcPr>
          <w:p w14:paraId="59C41EB2" w14:textId="77777777" w:rsidR="00787786" w:rsidRPr="00787786" w:rsidRDefault="00787786">
            <w:pPr>
              <w:pStyle w:val="Pealkiri2"/>
              <w:rPr>
                <w:i w:val="0"/>
              </w:rPr>
            </w:pPr>
            <w:r w:rsidRPr="00787786">
              <w:rPr>
                <w:b/>
                <w:i w:val="0"/>
              </w:rPr>
              <w:t>Tellija</w:t>
            </w:r>
          </w:p>
        </w:tc>
        <w:tc>
          <w:tcPr>
            <w:tcW w:w="4502" w:type="dxa"/>
          </w:tcPr>
          <w:p w14:paraId="53DA757E" w14:textId="77777777" w:rsidR="00787786" w:rsidRPr="00787786" w:rsidRDefault="00787786">
            <w:pPr>
              <w:pStyle w:val="Pealkiri2"/>
              <w:rPr>
                <w:b/>
                <w:i w:val="0"/>
              </w:rPr>
            </w:pPr>
            <w:r w:rsidRPr="00787786">
              <w:rPr>
                <w:b/>
                <w:i w:val="0"/>
              </w:rPr>
              <w:t>Töövõtja</w:t>
            </w:r>
          </w:p>
        </w:tc>
      </w:tr>
      <w:tr w:rsidR="00787786" w14:paraId="7B569F29" w14:textId="77777777" w:rsidTr="00787786">
        <w:tc>
          <w:tcPr>
            <w:tcW w:w="4502" w:type="dxa"/>
          </w:tcPr>
          <w:p w14:paraId="18AF9E0B" w14:textId="77777777" w:rsidR="00787786" w:rsidRPr="00787786" w:rsidRDefault="00787786">
            <w:pPr>
              <w:pStyle w:val="Pealkiri2"/>
              <w:rPr>
                <w:b/>
                <w:i w:val="0"/>
              </w:rPr>
            </w:pPr>
          </w:p>
        </w:tc>
        <w:tc>
          <w:tcPr>
            <w:tcW w:w="4502" w:type="dxa"/>
          </w:tcPr>
          <w:p w14:paraId="244EBA87" w14:textId="77777777" w:rsidR="00787786" w:rsidRPr="00787786" w:rsidRDefault="00787786">
            <w:pPr>
              <w:pStyle w:val="Pealkiri2"/>
              <w:rPr>
                <w:b/>
                <w:i w:val="0"/>
              </w:rPr>
            </w:pPr>
          </w:p>
        </w:tc>
      </w:tr>
      <w:tr w:rsidR="00787786" w14:paraId="41D3A900" w14:textId="77777777" w:rsidTr="00787786">
        <w:tc>
          <w:tcPr>
            <w:tcW w:w="4502" w:type="dxa"/>
          </w:tcPr>
          <w:p w14:paraId="4524EB18" w14:textId="77777777" w:rsidR="00787786" w:rsidRPr="00787786" w:rsidRDefault="00787786" w:rsidP="00787786">
            <w:pPr>
              <w:tabs>
                <w:tab w:val="left" w:pos="4320"/>
              </w:tabs>
              <w:jc w:val="both"/>
              <w:rPr>
                <w:spacing w:val="0"/>
              </w:rPr>
            </w:pPr>
            <w:r w:rsidRPr="00787786">
              <w:rPr>
                <w:spacing w:val="0"/>
              </w:rPr>
              <w:t>Riigimetsa Majandamise Keskus</w:t>
            </w:r>
          </w:p>
        </w:tc>
        <w:tc>
          <w:tcPr>
            <w:tcW w:w="4502" w:type="dxa"/>
          </w:tcPr>
          <w:p w14:paraId="345BD3A8" w14:textId="77777777" w:rsidR="00787786" w:rsidRPr="00787786" w:rsidRDefault="00787786">
            <w:pPr>
              <w:pStyle w:val="Pealkiri2"/>
              <w:rPr>
                <w:i w:val="0"/>
              </w:rPr>
            </w:pPr>
            <w:r w:rsidRPr="00787786">
              <w:rPr>
                <w:i w:val="0"/>
              </w:rPr>
              <w:fldChar w:fldCharType="begin"/>
            </w:r>
            <w:r w:rsidRPr="00787786">
              <w:rPr>
                <w:i w:val="0"/>
              </w:rPr>
              <w:instrText xml:space="preserve"> MACROBUTTON  AcceptAllChangesInDoc [Sisesta juriidilise isiku või FIE nimi] </w:instrText>
            </w:r>
            <w:r w:rsidRPr="00787786">
              <w:rPr>
                <w:i w:val="0"/>
              </w:rPr>
              <w:fldChar w:fldCharType="end"/>
            </w:r>
          </w:p>
        </w:tc>
      </w:tr>
      <w:tr w:rsidR="00787786" w14:paraId="6B927BC6" w14:textId="77777777" w:rsidTr="00787786">
        <w:tc>
          <w:tcPr>
            <w:tcW w:w="4502" w:type="dxa"/>
          </w:tcPr>
          <w:p w14:paraId="70073E16" w14:textId="77777777" w:rsidR="00787786" w:rsidRPr="00787786" w:rsidRDefault="00787786" w:rsidP="00787786">
            <w:pPr>
              <w:tabs>
                <w:tab w:val="left" w:pos="4320"/>
              </w:tabs>
              <w:jc w:val="both"/>
              <w:rPr>
                <w:spacing w:val="0"/>
              </w:rPr>
            </w:pPr>
            <w:r w:rsidRPr="00487EC6">
              <w:rPr>
                <w:spacing w:val="0"/>
              </w:rPr>
              <w:t>Registrikood 70004459</w:t>
            </w:r>
          </w:p>
        </w:tc>
        <w:tc>
          <w:tcPr>
            <w:tcW w:w="4502" w:type="dxa"/>
          </w:tcPr>
          <w:p w14:paraId="60E5D112" w14:textId="77777777" w:rsidR="00787786" w:rsidRPr="00787786" w:rsidRDefault="00787786">
            <w:pPr>
              <w:pStyle w:val="Pealkiri2"/>
              <w:rPr>
                <w:i w:val="0"/>
              </w:rPr>
            </w:pPr>
            <w:r w:rsidRPr="00787786">
              <w:rPr>
                <w:i w:val="0"/>
              </w:rPr>
              <w:t xml:space="preserve">Registrikood </w:t>
            </w:r>
            <w:r w:rsidRPr="00787786">
              <w:rPr>
                <w:i w:val="0"/>
              </w:rPr>
              <w:fldChar w:fldCharType="begin"/>
            </w:r>
            <w:r w:rsidRPr="00787786">
              <w:rPr>
                <w:i w:val="0"/>
              </w:rPr>
              <w:instrText xml:space="preserve"> MACROBUTTON  AcceptAllChangesInDoc [Sisesta registrikood] </w:instrText>
            </w:r>
            <w:r w:rsidRPr="00787786">
              <w:rPr>
                <w:i w:val="0"/>
              </w:rPr>
              <w:fldChar w:fldCharType="end"/>
            </w:r>
          </w:p>
        </w:tc>
      </w:tr>
      <w:tr w:rsidR="00787786" w14:paraId="5F6028CC" w14:textId="77777777" w:rsidTr="00787786">
        <w:tc>
          <w:tcPr>
            <w:tcW w:w="4502" w:type="dxa"/>
          </w:tcPr>
          <w:p w14:paraId="6DA34BC5" w14:textId="77777777" w:rsidR="00972864" w:rsidRPr="00972864" w:rsidRDefault="00E825A6" w:rsidP="008A5B84">
            <w:pPr>
              <w:pStyle w:val="Pealkiri2"/>
              <w:rPr>
                <w:i w:val="0"/>
              </w:rPr>
            </w:pPr>
            <w:r>
              <w:rPr>
                <w:i w:val="0"/>
              </w:rPr>
              <w:t xml:space="preserve">Mõisa/3, </w:t>
            </w:r>
            <w:r w:rsidR="00972864">
              <w:rPr>
                <w:i w:val="0"/>
              </w:rPr>
              <w:t xml:space="preserve">Sagadi küla, </w:t>
            </w:r>
            <w:r w:rsidR="008A5B84">
              <w:rPr>
                <w:i w:val="0"/>
              </w:rPr>
              <w:t xml:space="preserve">Haljala </w:t>
            </w:r>
            <w:r w:rsidR="00972864">
              <w:rPr>
                <w:i w:val="0"/>
              </w:rPr>
              <w:t>vald</w:t>
            </w:r>
          </w:p>
        </w:tc>
        <w:tc>
          <w:tcPr>
            <w:tcW w:w="4502" w:type="dxa"/>
          </w:tcPr>
          <w:p w14:paraId="2C9EB3B0" w14:textId="77777777" w:rsidR="00787786" w:rsidRPr="00787786" w:rsidRDefault="00787786">
            <w:pPr>
              <w:pStyle w:val="Pealkiri2"/>
              <w:rPr>
                <w:i w:val="0"/>
              </w:rPr>
            </w:pPr>
            <w:r w:rsidRPr="00787786">
              <w:rPr>
                <w:i w:val="0"/>
              </w:rPr>
              <w:fldChar w:fldCharType="begin"/>
            </w:r>
            <w:r w:rsidRPr="00787786">
              <w:rPr>
                <w:i w:val="0"/>
              </w:rPr>
              <w:instrText>MACROBUTTON  AcceptAllChangesInDoc [Sisesta aadress]</w:instrText>
            </w:r>
            <w:r w:rsidRPr="00787786">
              <w:rPr>
                <w:i w:val="0"/>
              </w:rPr>
              <w:fldChar w:fldCharType="end"/>
            </w:r>
          </w:p>
        </w:tc>
      </w:tr>
      <w:tr w:rsidR="00787786" w14:paraId="7E4AB699" w14:textId="77777777" w:rsidTr="00787786">
        <w:tc>
          <w:tcPr>
            <w:tcW w:w="4502" w:type="dxa"/>
          </w:tcPr>
          <w:p w14:paraId="070A0D5A" w14:textId="77777777" w:rsidR="00972864" w:rsidRPr="00972864" w:rsidRDefault="008A5B84" w:rsidP="00972864">
            <w:pPr>
              <w:pStyle w:val="Pealkiri2"/>
              <w:rPr>
                <w:i w:val="0"/>
              </w:rPr>
            </w:pPr>
            <w:r>
              <w:rPr>
                <w:i w:val="0"/>
              </w:rPr>
              <w:t xml:space="preserve">45403 </w:t>
            </w:r>
            <w:r w:rsidR="00972864">
              <w:rPr>
                <w:i w:val="0"/>
              </w:rPr>
              <w:t>Lääne-Viru maakond</w:t>
            </w:r>
          </w:p>
        </w:tc>
        <w:tc>
          <w:tcPr>
            <w:tcW w:w="4502" w:type="dxa"/>
          </w:tcPr>
          <w:p w14:paraId="27AEF71C" w14:textId="77777777" w:rsidR="00787786" w:rsidRPr="00787786" w:rsidRDefault="00787786">
            <w:pPr>
              <w:pStyle w:val="Pealkiri2"/>
              <w:rPr>
                <w:i w:val="0"/>
              </w:rPr>
            </w:pPr>
            <w:r w:rsidRPr="00787786">
              <w:rPr>
                <w:i w:val="0"/>
              </w:rPr>
              <w:t xml:space="preserve">Tel </w:t>
            </w:r>
            <w:r w:rsidRPr="00787786">
              <w:rPr>
                <w:i w:val="0"/>
              </w:rPr>
              <w:fldChar w:fldCharType="begin"/>
            </w:r>
            <w:r w:rsidRPr="00787786">
              <w:rPr>
                <w:i w:val="0"/>
              </w:rPr>
              <w:instrText xml:space="preserve"> MACROBUTTON  AcceptAllChangesInDoc [Sisesta number] </w:instrText>
            </w:r>
            <w:r w:rsidRPr="00787786">
              <w:rPr>
                <w:i w:val="0"/>
              </w:rPr>
              <w:fldChar w:fldCharType="end"/>
            </w:r>
          </w:p>
        </w:tc>
      </w:tr>
      <w:tr w:rsidR="00787786" w14:paraId="1250BA20" w14:textId="77777777" w:rsidTr="00787786">
        <w:tc>
          <w:tcPr>
            <w:tcW w:w="4502" w:type="dxa"/>
          </w:tcPr>
          <w:p w14:paraId="134C0C16" w14:textId="77777777" w:rsidR="00787786" w:rsidRPr="00787786" w:rsidRDefault="00972864" w:rsidP="00972864">
            <w:pPr>
              <w:pStyle w:val="Pealkiri2"/>
              <w:rPr>
                <w:i w:val="0"/>
              </w:rPr>
            </w:pPr>
            <w:r>
              <w:rPr>
                <w:i w:val="0"/>
              </w:rPr>
              <w:t>Tel 676 7500</w:t>
            </w:r>
          </w:p>
        </w:tc>
        <w:tc>
          <w:tcPr>
            <w:tcW w:w="4502" w:type="dxa"/>
          </w:tcPr>
          <w:p w14:paraId="67786F3F" w14:textId="77777777" w:rsidR="00787786" w:rsidRPr="00787786" w:rsidRDefault="00787786">
            <w:pPr>
              <w:pStyle w:val="Pealkiri2"/>
              <w:rPr>
                <w:i w:val="0"/>
              </w:rPr>
            </w:pPr>
            <w:r w:rsidRPr="00787786">
              <w:rPr>
                <w:i w:val="0"/>
              </w:rPr>
              <w:t xml:space="preserve">E-post </w:t>
            </w:r>
            <w:r w:rsidRPr="00787786">
              <w:rPr>
                <w:i w:val="0"/>
              </w:rPr>
              <w:fldChar w:fldCharType="begin"/>
            </w:r>
            <w:r w:rsidRPr="00787786">
              <w:rPr>
                <w:i w:val="0"/>
              </w:rPr>
              <w:instrText xml:space="preserve"> MACROBUTTON  AcceptAllChangesInDoc [Sisesta e-post] </w:instrText>
            </w:r>
            <w:r w:rsidRPr="00787786">
              <w:rPr>
                <w:i w:val="0"/>
              </w:rPr>
              <w:fldChar w:fldCharType="end"/>
            </w:r>
          </w:p>
        </w:tc>
      </w:tr>
      <w:tr w:rsidR="00787786" w14:paraId="47425D15" w14:textId="77777777" w:rsidTr="00787786">
        <w:tc>
          <w:tcPr>
            <w:tcW w:w="4502" w:type="dxa"/>
          </w:tcPr>
          <w:p w14:paraId="3E01293A" w14:textId="77777777" w:rsidR="00787786" w:rsidRPr="00787786" w:rsidRDefault="00972864">
            <w:pPr>
              <w:pStyle w:val="Pealkiri2"/>
              <w:rPr>
                <w:i w:val="0"/>
              </w:rPr>
            </w:pPr>
            <w:r>
              <w:rPr>
                <w:i w:val="0"/>
              </w:rPr>
              <w:t>E-post rmk@rmk.ee</w:t>
            </w:r>
          </w:p>
        </w:tc>
        <w:tc>
          <w:tcPr>
            <w:tcW w:w="4502" w:type="dxa"/>
          </w:tcPr>
          <w:p w14:paraId="4D977A79" w14:textId="77777777" w:rsidR="00787786" w:rsidRPr="00787786" w:rsidRDefault="00787786">
            <w:pPr>
              <w:pStyle w:val="Pealkiri2"/>
              <w:rPr>
                <w:i w:val="0"/>
              </w:rPr>
            </w:pPr>
          </w:p>
        </w:tc>
      </w:tr>
      <w:tr w:rsidR="00787786" w14:paraId="573409F3" w14:textId="77777777" w:rsidTr="00787786">
        <w:trPr>
          <w:trHeight w:val="70"/>
        </w:trPr>
        <w:tc>
          <w:tcPr>
            <w:tcW w:w="4502" w:type="dxa"/>
          </w:tcPr>
          <w:p w14:paraId="57F9C266" w14:textId="77777777" w:rsidR="00787786" w:rsidRPr="00787786" w:rsidRDefault="00787786">
            <w:pPr>
              <w:pStyle w:val="Pealkiri2"/>
              <w:rPr>
                <w:i w:val="0"/>
              </w:rPr>
            </w:pPr>
          </w:p>
        </w:tc>
        <w:tc>
          <w:tcPr>
            <w:tcW w:w="4502" w:type="dxa"/>
          </w:tcPr>
          <w:p w14:paraId="23A39FBE" w14:textId="77777777" w:rsidR="00787786" w:rsidRPr="00787786" w:rsidRDefault="00787786">
            <w:pPr>
              <w:pStyle w:val="Pealkiri2"/>
              <w:rPr>
                <w:i w:val="0"/>
              </w:rPr>
            </w:pPr>
          </w:p>
        </w:tc>
      </w:tr>
      <w:tr w:rsidR="00787786" w14:paraId="100780AF" w14:textId="77777777" w:rsidTr="00787786">
        <w:trPr>
          <w:trHeight w:val="70"/>
        </w:trPr>
        <w:tc>
          <w:tcPr>
            <w:tcW w:w="4502" w:type="dxa"/>
          </w:tcPr>
          <w:p w14:paraId="026E8586" w14:textId="77777777" w:rsidR="00787786" w:rsidRPr="00787786" w:rsidRDefault="00EA4AD1">
            <w:pPr>
              <w:pStyle w:val="Pealkiri2"/>
              <w:rPr>
                <w:i w:val="0"/>
              </w:rPr>
            </w:pPr>
            <w:sdt>
              <w:sdtPr>
                <w:rPr>
                  <w:i w:val="0"/>
                </w:rPr>
                <w:id w:val="698586215"/>
                <w:placeholder>
                  <w:docPart w:val="14C8FFC07562471D9F50E6F631718B1A"/>
                </w:placeholder>
                <w:comboBox>
                  <w:listItem w:displayText=" " w:value=" "/>
                  <w:listItem w:displayText="(allkirjastatud digitaalselt)" w:value="(allkirjastatud digitaalselt)"/>
                </w:comboBox>
              </w:sdtPr>
              <w:sdtEndPr/>
              <w:sdtContent>
                <w:r w:rsidR="00787786" w:rsidRPr="00787786">
                  <w:rPr>
                    <w:i w:val="0"/>
                  </w:rPr>
                  <w:t>[Vali sobiv]</w:t>
                </w:r>
              </w:sdtContent>
            </w:sdt>
          </w:p>
        </w:tc>
        <w:tc>
          <w:tcPr>
            <w:tcW w:w="4502" w:type="dxa"/>
          </w:tcPr>
          <w:p w14:paraId="65051BC7" w14:textId="77777777" w:rsidR="00787786" w:rsidRPr="00787786" w:rsidRDefault="00EA4AD1">
            <w:pPr>
              <w:pStyle w:val="Pealkiri2"/>
              <w:rPr>
                <w:i w:val="0"/>
              </w:rPr>
            </w:pPr>
            <w:sdt>
              <w:sdtPr>
                <w:rPr>
                  <w:i w:val="0"/>
                </w:rPr>
                <w:id w:val="-1101025460"/>
                <w:placeholder>
                  <w:docPart w:val="04585161089948C5B4E6AB9EC01B52F9"/>
                </w:placeholder>
                <w:comboBox>
                  <w:listItem w:displayText=" " w:value=" "/>
                  <w:listItem w:displayText="(allkirjastatud digitaalselt)" w:value="(allkirjastatud digitaalselt)"/>
                </w:comboBox>
              </w:sdtPr>
              <w:sdtEndPr/>
              <w:sdtContent>
                <w:r w:rsidR="00787786" w:rsidRPr="00787786">
                  <w:rPr>
                    <w:i w:val="0"/>
                  </w:rPr>
                  <w:t>[Vali sobiv]</w:t>
                </w:r>
              </w:sdtContent>
            </w:sdt>
          </w:p>
        </w:tc>
      </w:tr>
      <w:tr w:rsidR="00787786" w14:paraId="460B5EB4" w14:textId="77777777" w:rsidTr="00787786">
        <w:trPr>
          <w:trHeight w:val="70"/>
        </w:trPr>
        <w:tc>
          <w:tcPr>
            <w:tcW w:w="4502" w:type="dxa"/>
          </w:tcPr>
          <w:p w14:paraId="0AE06676" w14:textId="77777777" w:rsidR="00787786" w:rsidRPr="00787786" w:rsidRDefault="00787786">
            <w:pPr>
              <w:pStyle w:val="Pealkiri2"/>
              <w:rPr>
                <w:i w:val="0"/>
              </w:rPr>
            </w:pPr>
          </w:p>
        </w:tc>
        <w:tc>
          <w:tcPr>
            <w:tcW w:w="4502" w:type="dxa"/>
          </w:tcPr>
          <w:p w14:paraId="5DC768C6" w14:textId="77777777" w:rsidR="00787786" w:rsidRPr="00787786" w:rsidRDefault="00787786">
            <w:pPr>
              <w:pStyle w:val="Pealkiri2"/>
              <w:rPr>
                <w:i w:val="0"/>
              </w:rPr>
            </w:pPr>
          </w:p>
        </w:tc>
      </w:tr>
      <w:tr w:rsidR="00787786" w14:paraId="47E57646" w14:textId="77777777" w:rsidTr="00787786">
        <w:trPr>
          <w:trHeight w:val="70"/>
        </w:trPr>
        <w:tc>
          <w:tcPr>
            <w:tcW w:w="4502" w:type="dxa"/>
          </w:tcPr>
          <w:p w14:paraId="3D3CF303" w14:textId="77777777" w:rsidR="00787786" w:rsidRPr="00787786" w:rsidRDefault="00787786">
            <w:pPr>
              <w:pStyle w:val="Pealkiri2"/>
              <w:rPr>
                <w:i w:val="0"/>
              </w:rPr>
            </w:pPr>
          </w:p>
        </w:tc>
        <w:tc>
          <w:tcPr>
            <w:tcW w:w="4502" w:type="dxa"/>
          </w:tcPr>
          <w:p w14:paraId="664388D6" w14:textId="77777777" w:rsidR="00787786" w:rsidRPr="00787786" w:rsidRDefault="00787786">
            <w:pPr>
              <w:pStyle w:val="Pealkiri2"/>
              <w:rPr>
                <w:i w:val="0"/>
              </w:rPr>
            </w:pPr>
          </w:p>
        </w:tc>
      </w:tr>
      <w:tr w:rsidR="00787786" w14:paraId="3DC85364" w14:textId="77777777" w:rsidTr="00787786">
        <w:trPr>
          <w:trHeight w:val="70"/>
        </w:trPr>
        <w:tc>
          <w:tcPr>
            <w:tcW w:w="4502" w:type="dxa"/>
          </w:tcPr>
          <w:p w14:paraId="48F730EC" w14:textId="77777777" w:rsidR="00787786" w:rsidRPr="00787786" w:rsidRDefault="00787786">
            <w:pPr>
              <w:pStyle w:val="Pealkiri2"/>
              <w:rPr>
                <w:i w:val="0"/>
              </w:rPr>
            </w:pPr>
            <w:r w:rsidRPr="00787786">
              <w:rPr>
                <w:i w:val="0"/>
              </w:rPr>
              <w:fldChar w:fldCharType="begin"/>
            </w:r>
            <w:r w:rsidRPr="00787786">
              <w:rPr>
                <w:i w:val="0"/>
              </w:rPr>
              <w:instrText xml:space="preserve"> MACROBUTTON  AcceptAllChangesInDoc [Sisesta eesnimi ja perekonnanimi] </w:instrText>
            </w:r>
            <w:r w:rsidRPr="00787786">
              <w:rPr>
                <w:i w:val="0"/>
              </w:rPr>
              <w:fldChar w:fldCharType="end"/>
            </w:r>
          </w:p>
        </w:tc>
        <w:tc>
          <w:tcPr>
            <w:tcW w:w="4502" w:type="dxa"/>
          </w:tcPr>
          <w:p w14:paraId="4E1CB13D" w14:textId="77777777" w:rsidR="00787786" w:rsidRPr="00787786" w:rsidRDefault="00787786">
            <w:pPr>
              <w:pStyle w:val="Pealkiri2"/>
              <w:rPr>
                <w:i w:val="0"/>
              </w:rPr>
            </w:pPr>
            <w:r w:rsidRPr="00787786">
              <w:rPr>
                <w:i w:val="0"/>
              </w:rPr>
              <w:fldChar w:fldCharType="begin"/>
            </w:r>
            <w:r w:rsidRPr="00787786">
              <w:rPr>
                <w:i w:val="0"/>
              </w:rPr>
              <w:instrText xml:space="preserve"> MACROBUTTON  AcceptAllChangesInDoc [Sisesta eesnimi ja perekonnanimi] </w:instrText>
            </w:r>
            <w:r w:rsidRPr="00787786">
              <w:rPr>
                <w:i w:val="0"/>
              </w:rPr>
              <w:fldChar w:fldCharType="end"/>
            </w:r>
          </w:p>
        </w:tc>
      </w:tr>
    </w:tbl>
    <w:p w14:paraId="49340230" w14:textId="77777777" w:rsidR="00BC1507" w:rsidRPr="008C4BE6" w:rsidRDefault="00BC1507">
      <w:pPr>
        <w:pStyle w:val="Pealkiri2"/>
      </w:pPr>
    </w:p>
    <w:sectPr w:rsidR="00BC1507" w:rsidRPr="008C4BE6" w:rsidSect="00AE1EC3">
      <w:headerReference w:type="even" r:id="rId7"/>
      <w:headerReference w:type="default" r:id="rId8"/>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46F59" w14:textId="77777777" w:rsidR="00DB353F" w:rsidRDefault="00DB353F">
      <w:r>
        <w:separator/>
      </w:r>
    </w:p>
  </w:endnote>
  <w:endnote w:type="continuationSeparator" w:id="0">
    <w:p w14:paraId="36A5E05C" w14:textId="77777777" w:rsidR="00DB353F" w:rsidRDefault="00DB3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3AD44" w14:textId="77777777" w:rsidR="00DB353F" w:rsidRDefault="00DB353F">
      <w:r>
        <w:separator/>
      </w:r>
    </w:p>
  </w:footnote>
  <w:footnote w:type="continuationSeparator" w:id="0">
    <w:p w14:paraId="1E055401" w14:textId="77777777" w:rsidR="00DB353F" w:rsidRDefault="00DB3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5569"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9578C91" w14:textId="77777777" w:rsidR="005D6F05" w:rsidRDefault="005D6F0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4253F"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DB353F">
      <w:rPr>
        <w:rStyle w:val="Lehekljenumber"/>
        <w:noProof/>
      </w:rPr>
      <w:t>3</w:t>
    </w:r>
    <w:r>
      <w:rPr>
        <w:rStyle w:val="Lehekljenumber"/>
      </w:rPr>
      <w:fldChar w:fldCharType="end"/>
    </w:r>
  </w:p>
  <w:p w14:paraId="4165A8EB" w14:textId="77777777" w:rsidR="005D6F05" w:rsidRPr="00C70CB6" w:rsidRDefault="005D6F05" w:rsidP="002C3146">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49D41547"/>
    <w:multiLevelType w:val="multilevel"/>
    <w:tmpl w:val="77BAB132"/>
    <w:lvl w:ilvl="0">
      <w:start w:val="1"/>
      <w:numFmt w:val="decimal"/>
      <w:lvlText w:val="%1."/>
      <w:lvlJc w:val="left"/>
      <w:pPr>
        <w:ind w:left="432" w:hanging="432"/>
      </w:pPr>
    </w:lvl>
    <w:lvl w:ilvl="1">
      <w:start w:val="1"/>
      <w:numFmt w:val="decimal"/>
      <w:lvlText w:val="%1.%2."/>
      <w:lvlJc w:val="left"/>
      <w:pPr>
        <w:ind w:left="576" w:hanging="576"/>
      </w:pPr>
      <w:rPr>
        <w:b w:val="0"/>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ED633FA"/>
    <w:multiLevelType w:val="multilevel"/>
    <w:tmpl w:val="6BBC926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652679033">
    <w:abstractNumId w:val="0"/>
  </w:num>
  <w:num w:numId="2" w16cid:durableId="1793594000">
    <w:abstractNumId w:val="0"/>
  </w:num>
  <w:num w:numId="3" w16cid:durableId="9020653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53543124">
    <w:abstractNumId w:val="2"/>
  </w:num>
  <w:num w:numId="5" w16cid:durableId="478957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53F"/>
    <w:rsid w:val="000121D0"/>
    <w:rsid w:val="00021C80"/>
    <w:rsid w:val="00025B15"/>
    <w:rsid w:val="000414C4"/>
    <w:rsid w:val="000577C6"/>
    <w:rsid w:val="000A2CE1"/>
    <w:rsid w:val="000F1381"/>
    <w:rsid w:val="001031C6"/>
    <w:rsid w:val="00134F26"/>
    <w:rsid w:val="001472CB"/>
    <w:rsid w:val="00155EBB"/>
    <w:rsid w:val="00156D0F"/>
    <w:rsid w:val="001613F5"/>
    <w:rsid w:val="001840F4"/>
    <w:rsid w:val="00185D39"/>
    <w:rsid w:val="001E5BB6"/>
    <w:rsid w:val="002366E4"/>
    <w:rsid w:val="00236EB4"/>
    <w:rsid w:val="00264F32"/>
    <w:rsid w:val="00270B88"/>
    <w:rsid w:val="002A0E15"/>
    <w:rsid w:val="002A56A7"/>
    <w:rsid w:val="002C3146"/>
    <w:rsid w:val="002E6556"/>
    <w:rsid w:val="002F18C0"/>
    <w:rsid w:val="0030026D"/>
    <w:rsid w:val="003219D8"/>
    <w:rsid w:val="00321F73"/>
    <w:rsid w:val="00343EA3"/>
    <w:rsid w:val="00350444"/>
    <w:rsid w:val="00352976"/>
    <w:rsid w:val="00366C6F"/>
    <w:rsid w:val="00380D5F"/>
    <w:rsid w:val="003964DF"/>
    <w:rsid w:val="003D4FB2"/>
    <w:rsid w:val="003E27DC"/>
    <w:rsid w:val="004232FA"/>
    <w:rsid w:val="004911AE"/>
    <w:rsid w:val="00492629"/>
    <w:rsid w:val="004A5F5E"/>
    <w:rsid w:val="004C0095"/>
    <w:rsid w:val="004D4591"/>
    <w:rsid w:val="004D5B69"/>
    <w:rsid w:val="004F007F"/>
    <w:rsid w:val="00510955"/>
    <w:rsid w:val="0051635F"/>
    <w:rsid w:val="005411DF"/>
    <w:rsid w:val="00557C70"/>
    <w:rsid w:val="005877B0"/>
    <w:rsid w:val="005A1CA9"/>
    <w:rsid w:val="005A68F2"/>
    <w:rsid w:val="005D347E"/>
    <w:rsid w:val="005D5031"/>
    <w:rsid w:val="005D6F05"/>
    <w:rsid w:val="00604E73"/>
    <w:rsid w:val="00607CC4"/>
    <w:rsid w:val="0061080A"/>
    <w:rsid w:val="0063054E"/>
    <w:rsid w:val="00640392"/>
    <w:rsid w:val="00641F20"/>
    <w:rsid w:val="00643277"/>
    <w:rsid w:val="00664C77"/>
    <w:rsid w:val="0067560E"/>
    <w:rsid w:val="0069308E"/>
    <w:rsid w:val="006A1418"/>
    <w:rsid w:val="006D0AD9"/>
    <w:rsid w:val="006D1CDE"/>
    <w:rsid w:val="006E16CC"/>
    <w:rsid w:val="00761511"/>
    <w:rsid w:val="00787786"/>
    <w:rsid w:val="007B718A"/>
    <w:rsid w:val="007E1D19"/>
    <w:rsid w:val="007F0A8F"/>
    <w:rsid w:val="007F5B71"/>
    <w:rsid w:val="008166C8"/>
    <w:rsid w:val="00827963"/>
    <w:rsid w:val="00841550"/>
    <w:rsid w:val="00854E82"/>
    <w:rsid w:val="00855043"/>
    <w:rsid w:val="008639BE"/>
    <w:rsid w:val="008A2C3F"/>
    <w:rsid w:val="008A5B84"/>
    <w:rsid w:val="008B60E3"/>
    <w:rsid w:val="008C4BE6"/>
    <w:rsid w:val="008E682E"/>
    <w:rsid w:val="009008B3"/>
    <w:rsid w:val="0093032C"/>
    <w:rsid w:val="00960E34"/>
    <w:rsid w:val="00963739"/>
    <w:rsid w:val="00972864"/>
    <w:rsid w:val="009870EF"/>
    <w:rsid w:val="009A4AB3"/>
    <w:rsid w:val="009B0614"/>
    <w:rsid w:val="009D3D72"/>
    <w:rsid w:val="00A00A1C"/>
    <w:rsid w:val="00A050F6"/>
    <w:rsid w:val="00A1013C"/>
    <w:rsid w:val="00A21947"/>
    <w:rsid w:val="00A3137D"/>
    <w:rsid w:val="00A3152D"/>
    <w:rsid w:val="00A5592E"/>
    <w:rsid w:val="00A728B9"/>
    <w:rsid w:val="00AA0F3C"/>
    <w:rsid w:val="00AD598A"/>
    <w:rsid w:val="00AE1EC3"/>
    <w:rsid w:val="00B2274C"/>
    <w:rsid w:val="00B34C4D"/>
    <w:rsid w:val="00BC1507"/>
    <w:rsid w:val="00BE19F7"/>
    <w:rsid w:val="00C1452C"/>
    <w:rsid w:val="00C20B65"/>
    <w:rsid w:val="00C70CB6"/>
    <w:rsid w:val="00CA1AC3"/>
    <w:rsid w:val="00CA314C"/>
    <w:rsid w:val="00CA6104"/>
    <w:rsid w:val="00CC12C2"/>
    <w:rsid w:val="00CD3E9F"/>
    <w:rsid w:val="00D05B46"/>
    <w:rsid w:val="00D05C7D"/>
    <w:rsid w:val="00D12426"/>
    <w:rsid w:val="00D51573"/>
    <w:rsid w:val="00D57FA4"/>
    <w:rsid w:val="00D76FB7"/>
    <w:rsid w:val="00D83896"/>
    <w:rsid w:val="00DB353F"/>
    <w:rsid w:val="00DB5ACB"/>
    <w:rsid w:val="00E55F0A"/>
    <w:rsid w:val="00E63D30"/>
    <w:rsid w:val="00E825A6"/>
    <w:rsid w:val="00EA4AD1"/>
    <w:rsid w:val="00EC1F8C"/>
    <w:rsid w:val="00ED00A7"/>
    <w:rsid w:val="00EF5323"/>
    <w:rsid w:val="00F05163"/>
    <w:rsid w:val="00F14F70"/>
    <w:rsid w:val="00F16A4A"/>
    <w:rsid w:val="00F21028"/>
    <w:rsid w:val="00F37FB6"/>
    <w:rsid w:val="00F5332E"/>
    <w:rsid w:val="00F93ACC"/>
    <w:rsid w:val="00FB6CBB"/>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7CFDAC"/>
  <w15:docId w15:val="{F1B10AC8-79CF-4D19-86E3-53B4BFE6A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80D5F"/>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table" w:styleId="Kontuurtabel">
    <w:name w:val="Table Grid"/>
    <w:basedOn w:val="Normaaltabe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7E1D19"/>
    <w:rPr>
      <w:rFonts w:ascii="Tahoma" w:hAnsi="Tahoma" w:cs="Tahoma"/>
      <w:sz w:val="16"/>
      <w:szCs w:val="16"/>
    </w:rPr>
  </w:style>
  <w:style w:type="character" w:customStyle="1" w:styleId="JutumullitekstMrk">
    <w:name w:val="Jutumullitekst Märk"/>
    <w:basedOn w:val="Liguvaikefont"/>
    <w:link w:val="Jutumullitekst"/>
    <w:semiHidden/>
    <w:rsid w:val="007E1D19"/>
    <w:rPr>
      <w:rFonts w:ascii="Tahoma" w:hAnsi="Tahoma" w:cs="Tahoma"/>
      <w:spacing w:val="-20"/>
      <w:sz w:val="16"/>
      <w:szCs w:val="16"/>
      <w:lang w:eastAsia="en-US"/>
    </w:rPr>
  </w:style>
  <w:style w:type="character" w:styleId="Kommentaariviide">
    <w:name w:val="annotation reference"/>
    <w:basedOn w:val="Liguvaikefont"/>
    <w:uiPriority w:val="99"/>
    <w:unhideWhenUsed/>
    <w:rsid w:val="007E1D19"/>
    <w:rPr>
      <w:sz w:val="16"/>
      <w:szCs w:val="16"/>
    </w:rPr>
  </w:style>
  <w:style w:type="paragraph" w:styleId="Kommentaaritekst">
    <w:name w:val="annotation text"/>
    <w:basedOn w:val="Normaallaad"/>
    <w:link w:val="KommentaaritekstMrk"/>
    <w:uiPriority w:val="99"/>
    <w:unhideWhenUsed/>
    <w:rsid w:val="007E1D19"/>
    <w:rPr>
      <w:sz w:val="20"/>
      <w:szCs w:val="20"/>
    </w:rPr>
  </w:style>
  <w:style w:type="character" w:customStyle="1" w:styleId="KommentaaritekstMrk">
    <w:name w:val="Kommentaari tekst Märk"/>
    <w:basedOn w:val="Liguvaikefont"/>
    <w:link w:val="Kommentaaritekst"/>
    <w:uiPriority w:val="99"/>
    <w:rsid w:val="007E1D19"/>
    <w:rPr>
      <w:spacing w:val="-20"/>
      <w:lang w:eastAsia="en-US"/>
    </w:rPr>
  </w:style>
  <w:style w:type="paragraph" w:styleId="Kommentaariteema">
    <w:name w:val="annotation subject"/>
    <w:basedOn w:val="Kommentaaritekst"/>
    <w:next w:val="Kommentaaritekst"/>
    <w:link w:val="KommentaariteemaMrk"/>
    <w:semiHidden/>
    <w:unhideWhenUsed/>
    <w:rsid w:val="007E1D19"/>
    <w:rPr>
      <w:b/>
      <w:bCs/>
    </w:rPr>
  </w:style>
  <w:style w:type="character" w:customStyle="1" w:styleId="KommentaariteemaMrk">
    <w:name w:val="Kommentaari teema Märk"/>
    <w:basedOn w:val="KommentaaritekstMrk"/>
    <w:link w:val="Kommentaariteema"/>
    <w:semiHidden/>
    <w:rsid w:val="007E1D19"/>
    <w:rPr>
      <w:b/>
      <w:bCs/>
      <w:spacing w:val="-20"/>
      <w:lang w:eastAsia="en-US"/>
    </w:rPr>
  </w:style>
  <w:style w:type="paragraph" w:styleId="Normaallaadveeb">
    <w:name w:val="Normal (Web)"/>
    <w:basedOn w:val="Normaallaad"/>
    <w:rsid w:val="007E1D19"/>
    <w:pPr>
      <w:spacing w:before="100" w:beforeAutospacing="1" w:after="100" w:afterAutospacing="1"/>
    </w:pPr>
    <w:rPr>
      <w:spacing w:val="0"/>
      <w:lang w:val="en-GB"/>
    </w:rPr>
  </w:style>
  <w:style w:type="paragraph" w:customStyle="1" w:styleId="Pealkiri11">
    <w:name w:val="Pealkiri 11"/>
    <w:basedOn w:val="Normaallaad"/>
    <w:rsid w:val="00380D5F"/>
    <w:pPr>
      <w:numPr>
        <w:numId w:val="1"/>
      </w:numPr>
    </w:pPr>
  </w:style>
  <w:style w:type="paragraph" w:customStyle="1" w:styleId="Pealkiri21">
    <w:name w:val="Pealkiri 21"/>
    <w:basedOn w:val="Normaallaad"/>
    <w:link w:val="Pealkiri2Char"/>
    <w:rsid w:val="00380D5F"/>
    <w:pPr>
      <w:numPr>
        <w:ilvl w:val="1"/>
        <w:numId w:val="1"/>
      </w:numPr>
    </w:pPr>
  </w:style>
  <w:style w:type="paragraph" w:customStyle="1" w:styleId="Pealkiri31">
    <w:name w:val="Pealkiri 31"/>
    <w:basedOn w:val="Normaallaad"/>
    <w:rsid w:val="00380D5F"/>
    <w:pPr>
      <w:numPr>
        <w:ilvl w:val="2"/>
        <w:numId w:val="1"/>
      </w:numPr>
    </w:pPr>
  </w:style>
  <w:style w:type="paragraph" w:customStyle="1" w:styleId="Pealkiri41">
    <w:name w:val="Pealkiri 41"/>
    <w:basedOn w:val="Normaallaad"/>
    <w:rsid w:val="00380D5F"/>
    <w:pPr>
      <w:numPr>
        <w:ilvl w:val="3"/>
        <w:numId w:val="1"/>
      </w:numPr>
    </w:pPr>
  </w:style>
  <w:style w:type="paragraph" w:customStyle="1" w:styleId="Pealkiri51">
    <w:name w:val="Pealkiri 51"/>
    <w:basedOn w:val="Normaallaad"/>
    <w:rsid w:val="00380D5F"/>
    <w:pPr>
      <w:numPr>
        <w:ilvl w:val="4"/>
        <w:numId w:val="1"/>
      </w:numPr>
    </w:pPr>
  </w:style>
  <w:style w:type="paragraph" w:customStyle="1" w:styleId="Pealkiri61">
    <w:name w:val="Pealkiri 61"/>
    <w:basedOn w:val="Normaallaad"/>
    <w:rsid w:val="00380D5F"/>
    <w:pPr>
      <w:numPr>
        <w:ilvl w:val="5"/>
        <w:numId w:val="1"/>
      </w:numPr>
    </w:pPr>
  </w:style>
  <w:style w:type="paragraph" w:customStyle="1" w:styleId="Pealkiri71">
    <w:name w:val="Pealkiri 71"/>
    <w:basedOn w:val="Normaallaad"/>
    <w:rsid w:val="00380D5F"/>
    <w:pPr>
      <w:numPr>
        <w:ilvl w:val="6"/>
        <w:numId w:val="1"/>
      </w:numPr>
    </w:pPr>
  </w:style>
  <w:style w:type="paragraph" w:customStyle="1" w:styleId="Pealkiri81">
    <w:name w:val="Pealkiri 81"/>
    <w:basedOn w:val="Normaallaad"/>
    <w:rsid w:val="00380D5F"/>
    <w:pPr>
      <w:numPr>
        <w:ilvl w:val="7"/>
        <w:numId w:val="1"/>
      </w:numPr>
    </w:pPr>
  </w:style>
  <w:style w:type="paragraph" w:customStyle="1" w:styleId="Pealkiri91">
    <w:name w:val="Pealkiri 91"/>
    <w:basedOn w:val="Normaallaad"/>
    <w:rsid w:val="00380D5F"/>
    <w:pPr>
      <w:numPr>
        <w:ilvl w:val="8"/>
        <w:numId w:val="1"/>
      </w:numPr>
    </w:pPr>
  </w:style>
  <w:style w:type="character" w:customStyle="1" w:styleId="Pealkiri2Char">
    <w:name w:val="Pealkiri 2 Char"/>
    <w:link w:val="Pealkiri21"/>
    <w:locked/>
    <w:rsid w:val="005411DF"/>
    <w:rPr>
      <w:spacing w:val="-20"/>
      <w:sz w:val="24"/>
      <w:szCs w:val="24"/>
      <w:lang w:eastAsia="en-US"/>
    </w:rPr>
  </w:style>
  <w:style w:type="character" w:styleId="Hperlink">
    <w:name w:val="Hyperlink"/>
    <w:basedOn w:val="Liguvaikefont"/>
    <w:unhideWhenUsed/>
    <w:rsid w:val="00F533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16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Downloads\t&#246;&#246;v&#245;tuleping%20(jur%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50389C1304F4D35B83F5AE586D9A90C"/>
        <w:category>
          <w:name w:val="General"/>
          <w:gallery w:val="placeholder"/>
        </w:category>
        <w:types>
          <w:type w:val="bbPlcHdr"/>
        </w:types>
        <w:behaviors>
          <w:behavior w:val="content"/>
        </w:behaviors>
        <w:guid w:val="{C731131F-D775-4C11-BFC0-EBE63F3BFBCC}"/>
      </w:docPartPr>
      <w:docPartBody>
        <w:p w:rsidR="00EB0160" w:rsidRDefault="00EB0160">
          <w:pPr>
            <w:pStyle w:val="850389C1304F4D35B83F5AE586D9A90C"/>
          </w:pPr>
          <w:r w:rsidRPr="00BE118B">
            <w:rPr>
              <w:rStyle w:val="Kohatitetekst"/>
            </w:rPr>
            <w:t>Click here to enter a date.</w:t>
          </w:r>
        </w:p>
      </w:docPartBody>
    </w:docPart>
    <w:docPart>
      <w:docPartPr>
        <w:name w:val="B2D6D3C4D06F44009D3EC7E708D086A5"/>
        <w:category>
          <w:name w:val="General"/>
          <w:gallery w:val="placeholder"/>
        </w:category>
        <w:types>
          <w:type w:val="bbPlcHdr"/>
        </w:types>
        <w:behaviors>
          <w:behavior w:val="content"/>
        </w:behaviors>
        <w:guid w:val="{9916D42E-260F-419E-9A54-E66004EA1059}"/>
      </w:docPartPr>
      <w:docPartBody>
        <w:p w:rsidR="00EB0160" w:rsidRDefault="00EB0160">
          <w:pPr>
            <w:pStyle w:val="B2D6D3C4D06F44009D3EC7E708D086A5"/>
          </w:pPr>
          <w:r w:rsidRPr="00BE118B">
            <w:rPr>
              <w:rStyle w:val="Kohatitetekst"/>
            </w:rPr>
            <w:t>Choose an item.</w:t>
          </w:r>
        </w:p>
      </w:docPartBody>
    </w:docPart>
    <w:docPart>
      <w:docPartPr>
        <w:name w:val="52BFFEECD75142168D10E2934FD3112A"/>
        <w:category>
          <w:name w:val="General"/>
          <w:gallery w:val="placeholder"/>
        </w:category>
        <w:types>
          <w:type w:val="bbPlcHdr"/>
        </w:types>
        <w:behaviors>
          <w:behavior w:val="content"/>
        </w:behaviors>
        <w:guid w:val="{CAFF32A4-44ED-45DB-83E0-A1765A61C756}"/>
      </w:docPartPr>
      <w:docPartBody>
        <w:p w:rsidR="00EB0160" w:rsidRDefault="00EB0160">
          <w:pPr>
            <w:pStyle w:val="52BFFEECD75142168D10E2934FD3112A"/>
          </w:pPr>
          <w:r w:rsidRPr="00BE118B">
            <w:rPr>
              <w:rStyle w:val="Kohatitetekst"/>
            </w:rPr>
            <w:t>Click here to enter a date.</w:t>
          </w:r>
        </w:p>
      </w:docPartBody>
    </w:docPart>
    <w:docPart>
      <w:docPartPr>
        <w:name w:val="A80D13F702FD44D988BCE17AEC56165F"/>
        <w:category>
          <w:name w:val="General"/>
          <w:gallery w:val="placeholder"/>
        </w:category>
        <w:types>
          <w:type w:val="bbPlcHdr"/>
        </w:types>
        <w:behaviors>
          <w:behavior w:val="content"/>
        </w:behaviors>
        <w:guid w:val="{F8E244C1-8420-40FD-AB7A-3AE0E9094745}"/>
      </w:docPartPr>
      <w:docPartBody>
        <w:p w:rsidR="00EB0160" w:rsidRDefault="00EB0160">
          <w:pPr>
            <w:pStyle w:val="A80D13F702FD44D988BCE17AEC56165F"/>
          </w:pPr>
          <w:r w:rsidRPr="00BE118B">
            <w:rPr>
              <w:rStyle w:val="Kohatitetekst"/>
            </w:rPr>
            <w:t>Choose an item.</w:t>
          </w:r>
        </w:p>
      </w:docPartBody>
    </w:docPart>
    <w:docPart>
      <w:docPartPr>
        <w:name w:val="FB9AEE6E0B5947899EB7774A98BABABE"/>
        <w:category>
          <w:name w:val="General"/>
          <w:gallery w:val="placeholder"/>
        </w:category>
        <w:types>
          <w:type w:val="bbPlcHdr"/>
        </w:types>
        <w:behaviors>
          <w:behavior w:val="content"/>
        </w:behaviors>
        <w:guid w:val="{87533FC0-5E5D-4D4B-927A-C99D8D217E86}"/>
      </w:docPartPr>
      <w:docPartBody>
        <w:p w:rsidR="00EB0160" w:rsidRDefault="00EB0160">
          <w:pPr>
            <w:pStyle w:val="FB9AEE6E0B5947899EB7774A98BABABE"/>
          </w:pPr>
          <w:r w:rsidRPr="00BE118B">
            <w:rPr>
              <w:rStyle w:val="Kohatitetekst"/>
            </w:rPr>
            <w:t>Choose an item.</w:t>
          </w:r>
        </w:p>
      </w:docPartBody>
    </w:docPart>
    <w:docPart>
      <w:docPartPr>
        <w:name w:val="1347E77B9C7A4B81BC97F71EAF924D55"/>
        <w:category>
          <w:name w:val="General"/>
          <w:gallery w:val="placeholder"/>
        </w:category>
        <w:types>
          <w:type w:val="bbPlcHdr"/>
        </w:types>
        <w:behaviors>
          <w:behavior w:val="content"/>
        </w:behaviors>
        <w:guid w:val="{332F2ED2-4508-4003-870E-DCA3AC9331C7}"/>
      </w:docPartPr>
      <w:docPartBody>
        <w:p w:rsidR="00EB0160" w:rsidRDefault="00EB0160">
          <w:pPr>
            <w:pStyle w:val="1347E77B9C7A4B81BC97F71EAF924D55"/>
          </w:pPr>
          <w:r w:rsidRPr="00BE118B">
            <w:rPr>
              <w:rStyle w:val="Kohatitetekst"/>
            </w:rPr>
            <w:t>Click here to enter a date.</w:t>
          </w:r>
        </w:p>
      </w:docPartBody>
    </w:docPart>
    <w:docPart>
      <w:docPartPr>
        <w:name w:val="C1306C5074F44B3CADEB9CB228799D24"/>
        <w:category>
          <w:name w:val="General"/>
          <w:gallery w:val="placeholder"/>
        </w:category>
        <w:types>
          <w:type w:val="bbPlcHdr"/>
        </w:types>
        <w:behaviors>
          <w:behavior w:val="content"/>
        </w:behaviors>
        <w:guid w:val="{A3B03CCD-9486-4354-A6FB-0FF579098A6C}"/>
      </w:docPartPr>
      <w:docPartBody>
        <w:p w:rsidR="00EB0160" w:rsidRDefault="00EB0160">
          <w:pPr>
            <w:pStyle w:val="C1306C5074F44B3CADEB9CB228799D24"/>
          </w:pPr>
          <w:r>
            <w:rPr>
              <w:rStyle w:val="Kohatitetekst"/>
            </w:rPr>
            <w:t>Click here to enter a date.</w:t>
          </w:r>
        </w:p>
      </w:docPartBody>
    </w:docPart>
    <w:docPart>
      <w:docPartPr>
        <w:name w:val="B9C153AB00EC43E5A85C5F32C238AA77"/>
        <w:category>
          <w:name w:val="General"/>
          <w:gallery w:val="placeholder"/>
        </w:category>
        <w:types>
          <w:type w:val="bbPlcHdr"/>
        </w:types>
        <w:behaviors>
          <w:behavior w:val="content"/>
        </w:behaviors>
        <w:guid w:val="{45E6F42B-9EA4-4680-A29C-3BDA238AE4A1}"/>
      </w:docPartPr>
      <w:docPartBody>
        <w:p w:rsidR="00EB0160" w:rsidRDefault="00EB0160">
          <w:pPr>
            <w:pStyle w:val="B9C153AB00EC43E5A85C5F32C238AA77"/>
          </w:pPr>
          <w:r>
            <w:rPr>
              <w:rStyle w:val="Kohatitetekst"/>
            </w:rPr>
            <w:t>Click here to enter a date.</w:t>
          </w:r>
        </w:p>
      </w:docPartBody>
    </w:docPart>
    <w:docPart>
      <w:docPartPr>
        <w:name w:val="C94FBCF5827C42B18E218CE4FCDC577E"/>
        <w:category>
          <w:name w:val="General"/>
          <w:gallery w:val="placeholder"/>
        </w:category>
        <w:types>
          <w:type w:val="bbPlcHdr"/>
        </w:types>
        <w:behaviors>
          <w:behavior w:val="content"/>
        </w:behaviors>
        <w:guid w:val="{7EA3AF0D-B9B8-434A-9922-3CD504A9BD61}"/>
      </w:docPartPr>
      <w:docPartBody>
        <w:p w:rsidR="00EB0160" w:rsidRDefault="00EB0160">
          <w:pPr>
            <w:pStyle w:val="C94FBCF5827C42B18E218CE4FCDC577E"/>
          </w:pPr>
          <w:r>
            <w:rPr>
              <w:rStyle w:val="Kohatitetekst"/>
            </w:rPr>
            <w:t>Choose an item.</w:t>
          </w:r>
        </w:p>
      </w:docPartBody>
    </w:docPart>
    <w:docPart>
      <w:docPartPr>
        <w:name w:val="14C8FFC07562471D9F50E6F631718B1A"/>
        <w:category>
          <w:name w:val="General"/>
          <w:gallery w:val="placeholder"/>
        </w:category>
        <w:types>
          <w:type w:val="bbPlcHdr"/>
        </w:types>
        <w:behaviors>
          <w:behavior w:val="content"/>
        </w:behaviors>
        <w:guid w:val="{6ECDABB1-2BC1-4BB6-9220-6B68AD8FDCD3}"/>
      </w:docPartPr>
      <w:docPartBody>
        <w:p w:rsidR="00EB0160" w:rsidRDefault="00EB0160">
          <w:pPr>
            <w:pStyle w:val="14C8FFC07562471D9F50E6F631718B1A"/>
          </w:pPr>
          <w:r w:rsidRPr="00BE118B">
            <w:rPr>
              <w:rStyle w:val="Kohatitetekst"/>
            </w:rPr>
            <w:t>Choose an item.</w:t>
          </w:r>
        </w:p>
      </w:docPartBody>
    </w:docPart>
    <w:docPart>
      <w:docPartPr>
        <w:name w:val="04585161089948C5B4E6AB9EC01B52F9"/>
        <w:category>
          <w:name w:val="General"/>
          <w:gallery w:val="placeholder"/>
        </w:category>
        <w:types>
          <w:type w:val="bbPlcHdr"/>
        </w:types>
        <w:behaviors>
          <w:behavior w:val="content"/>
        </w:behaviors>
        <w:guid w:val="{C8F6E056-F6C5-42D7-9B39-6CEFCEFB6C90}"/>
      </w:docPartPr>
      <w:docPartBody>
        <w:p w:rsidR="00EB0160" w:rsidRDefault="00EB0160">
          <w:pPr>
            <w:pStyle w:val="04585161089948C5B4E6AB9EC01B52F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160"/>
    <w:rsid w:val="00EB016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style>
  <w:style w:type="paragraph" w:customStyle="1" w:styleId="850389C1304F4D35B83F5AE586D9A90C">
    <w:name w:val="850389C1304F4D35B83F5AE586D9A90C"/>
  </w:style>
  <w:style w:type="paragraph" w:customStyle="1" w:styleId="B2D6D3C4D06F44009D3EC7E708D086A5">
    <w:name w:val="B2D6D3C4D06F44009D3EC7E708D086A5"/>
  </w:style>
  <w:style w:type="paragraph" w:customStyle="1" w:styleId="52BFFEECD75142168D10E2934FD3112A">
    <w:name w:val="52BFFEECD75142168D10E2934FD3112A"/>
  </w:style>
  <w:style w:type="paragraph" w:customStyle="1" w:styleId="A80D13F702FD44D988BCE17AEC56165F">
    <w:name w:val="A80D13F702FD44D988BCE17AEC56165F"/>
  </w:style>
  <w:style w:type="paragraph" w:customStyle="1" w:styleId="FB9AEE6E0B5947899EB7774A98BABABE">
    <w:name w:val="FB9AEE6E0B5947899EB7774A98BABABE"/>
  </w:style>
  <w:style w:type="paragraph" w:customStyle="1" w:styleId="1347E77B9C7A4B81BC97F71EAF924D55">
    <w:name w:val="1347E77B9C7A4B81BC97F71EAF924D55"/>
  </w:style>
  <w:style w:type="paragraph" w:customStyle="1" w:styleId="C1306C5074F44B3CADEB9CB228799D24">
    <w:name w:val="C1306C5074F44B3CADEB9CB228799D24"/>
  </w:style>
  <w:style w:type="paragraph" w:customStyle="1" w:styleId="B9C153AB00EC43E5A85C5F32C238AA77">
    <w:name w:val="B9C153AB00EC43E5A85C5F32C238AA77"/>
  </w:style>
  <w:style w:type="paragraph" w:customStyle="1" w:styleId="C94FBCF5827C42B18E218CE4FCDC577E">
    <w:name w:val="C94FBCF5827C42B18E218CE4FCDC577E"/>
  </w:style>
  <w:style w:type="paragraph" w:customStyle="1" w:styleId="14C8FFC07562471D9F50E6F631718B1A">
    <w:name w:val="14C8FFC07562471D9F50E6F631718B1A"/>
  </w:style>
  <w:style w:type="paragraph" w:customStyle="1" w:styleId="04585161089948C5B4E6AB9EC01B52F9">
    <w:name w:val="04585161089948C5B4E6AB9EC01B5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 isiku või fiega) (v.a metsamajanduslike tööde tegemiseks)</Template>
  <TotalTime>2</TotalTime>
  <Pages>3</Pages>
  <Words>987</Words>
  <Characters>8089</Characters>
  <Application>Microsoft Office Word</Application>
  <DocSecurity>0</DocSecurity>
  <Lines>67</Lines>
  <Paragraphs>18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Marge Rebane</dc:creator>
  <cp:lastModifiedBy>Reelika Sirge</cp:lastModifiedBy>
  <cp:revision>4</cp:revision>
  <cp:lastPrinted>2010-12-13T09:14:00Z</cp:lastPrinted>
  <dcterms:created xsi:type="dcterms:W3CDTF">2023-05-09T08:13:00Z</dcterms:created>
  <dcterms:modified xsi:type="dcterms:W3CDTF">2023-05-09T08:14:00Z</dcterms:modified>
</cp:coreProperties>
</file>